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072577A3" w:rsidR="00776004" w:rsidRPr="00F55AD7" w:rsidRDefault="00B7197E" w:rsidP="0014597C">
      <w:pPr>
        <w:pStyle w:val="Documentname"/>
      </w:pPr>
      <w:bookmarkStart w:id="0" w:name="_GoBack"/>
      <w:bookmarkEnd w:id="0"/>
      <w:r>
        <w:t>Buoy Tender requirements and spcification</w:t>
      </w:r>
    </w:p>
    <w:p w14:paraId="06DF3522" w14:textId="77777777" w:rsidR="00CF49CC" w:rsidRPr="00D740A5" w:rsidRDefault="00CF49CC" w:rsidP="00842B85">
      <w:pPr>
        <w:pStyle w:val="Brdteks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rdteks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proofErr w:type="spellStart"/>
      <w:r w:rsidRPr="000870E9">
        <w:rPr>
          <w:lang w:val="sv-SE"/>
        </w:rPr>
        <w:lastRenderedPageBreak/>
        <w:t>urn:mrn:iala:pub:gnnnn</w:t>
      </w:r>
      <w:proofErr w:type="spellEnd"/>
    </w:p>
    <w:p w14:paraId="108808B9" w14:textId="77777777" w:rsidR="00914E26" w:rsidRPr="00F55AD7" w:rsidRDefault="00914E26" w:rsidP="00CB1D11">
      <w:pPr>
        <w:pStyle w:val="Brdteks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rdteks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A5D6C0E" w14:textId="77777777" w:rsidR="000C2857" w:rsidRDefault="000C2857" w:rsidP="00CB1D11">
      <w:pPr>
        <w:pStyle w:val="Indholdsfortegnelse1"/>
        <w:suppressAutoHyphens/>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Pr="0032382A">
        <w:t>1.</w:t>
      </w:r>
      <w:r>
        <w:rPr>
          <w:rFonts w:eastAsiaTheme="minorEastAsia"/>
          <w:b w:val="0"/>
          <w:caps w:val="0"/>
          <w:color w:val="auto"/>
          <w:lang w:eastAsia="en-GB"/>
        </w:rPr>
        <w:tab/>
      </w:r>
      <w:r>
        <w:t>SECTION 1 – HEADING 1 STYLE</w:t>
      </w:r>
      <w:r>
        <w:tab/>
      </w:r>
      <w:r>
        <w:fldChar w:fldCharType="begin"/>
      </w:r>
      <w:r>
        <w:instrText xml:space="preserve"> PAGEREF _Toc60408118 \h </w:instrText>
      </w:r>
      <w:r>
        <w:fldChar w:fldCharType="separate"/>
      </w:r>
      <w:r>
        <w:t>4</w:t>
      </w:r>
      <w:r>
        <w:fldChar w:fldCharType="end"/>
      </w:r>
    </w:p>
    <w:p w14:paraId="2D0737D8" w14:textId="77777777" w:rsidR="000C2857" w:rsidRDefault="000C2857" w:rsidP="00CB1D11">
      <w:pPr>
        <w:pStyle w:val="Indholdsfortegnelse2"/>
        <w:suppressAutoHyphens/>
        <w:rPr>
          <w:rFonts w:eastAsiaTheme="minorEastAsia"/>
          <w:color w:val="auto"/>
          <w:lang w:eastAsia="en-GB"/>
        </w:rPr>
      </w:pPr>
      <w:r w:rsidRPr="0032382A">
        <w:t>1.1.</w:t>
      </w:r>
      <w:r>
        <w:rPr>
          <w:rFonts w:eastAsiaTheme="minorEastAsia"/>
          <w:color w:val="auto"/>
          <w:lang w:eastAsia="en-GB"/>
        </w:rPr>
        <w:tab/>
      </w:r>
      <w:r>
        <w:t>Section 1.1 – Heading 2 style</w:t>
      </w:r>
      <w:r>
        <w:tab/>
      </w:r>
      <w:r>
        <w:fldChar w:fldCharType="begin"/>
      </w:r>
      <w:r>
        <w:instrText xml:space="preserve"> PAGEREF _Toc60408119 \h </w:instrText>
      </w:r>
      <w:r>
        <w:fldChar w:fldCharType="separate"/>
      </w:r>
      <w:r>
        <w:t>4</w:t>
      </w:r>
      <w:r>
        <w:fldChar w:fldCharType="end"/>
      </w:r>
    </w:p>
    <w:p w14:paraId="08F61C62" w14:textId="77777777" w:rsidR="000C2857" w:rsidRDefault="000C2857" w:rsidP="00CB1D11">
      <w:pPr>
        <w:pStyle w:val="Indholdsfortegnelse3"/>
        <w:tabs>
          <w:tab w:val="left" w:pos="1134"/>
        </w:tabs>
        <w:suppressAutoHyphens/>
        <w:rPr>
          <w:rFonts w:eastAsiaTheme="minorEastAsia"/>
          <w:noProof/>
          <w:color w:val="auto"/>
          <w:sz w:val="22"/>
          <w:lang w:eastAsia="en-GB"/>
        </w:rPr>
      </w:pPr>
      <w:r w:rsidRPr="0032382A">
        <w:rPr>
          <w:noProof/>
        </w:rPr>
        <w:t>1.1.1.</w:t>
      </w:r>
      <w:r>
        <w:rPr>
          <w:rFonts w:eastAsiaTheme="minorEastAsia"/>
          <w:noProof/>
          <w:color w:val="auto"/>
          <w:sz w:val="22"/>
          <w:lang w:eastAsia="en-GB"/>
        </w:rPr>
        <w:tab/>
      </w:r>
      <w:r>
        <w:rPr>
          <w:noProof/>
        </w:rPr>
        <w:t>Section 1.1.1 – Heading 3 style</w:t>
      </w:r>
      <w:r>
        <w:rPr>
          <w:noProof/>
        </w:rPr>
        <w:tab/>
      </w:r>
      <w:r>
        <w:rPr>
          <w:noProof/>
        </w:rPr>
        <w:fldChar w:fldCharType="begin"/>
      </w:r>
      <w:r>
        <w:rPr>
          <w:noProof/>
        </w:rPr>
        <w:instrText xml:space="preserve"> PAGEREF _Toc60408120 \h </w:instrText>
      </w:r>
      <w:r>
        <w:rPr>
          <w:noProof/>
        </w:rPr>
      </w:r>
      <w:r>
        <w:rPr>
          <w:noProof/>
        </w:rPr>
        <w:fldChar w:fldCharType="separate"/>
      </w:r>
      <w:r>
        <w:rPr>
          <w:noProof/>
        </w:rPr>
        <w:t>4</w:t>
      </w:r>
      <w:r>
        <w:rPr>
          <w:noProof/>
        </w:rPr>
        <w:fldChar w:fldCharType="end"/>
      </w:r>
    </w:p>
    <w:p w14:paraId="64AB96F1" w14:textId="77777777" w:rsidR="000C2857" w:rsidRDefault="000C2857" w:rsidP="00CB1D11">
      <w:pPr>
        <w:pStyle w:val="Indholdsfortegnelse1"/>
        <w:suppressAutoHyphens/>
        <w:rPr>
          <w:rFonts w:eastAsiaTheme="minorEastAsia"/>
          <w:b w:val="0"/>
          <w:caps w:val="0"/>
          <w:color w:val="auto"/>
          <w:lang w:eastAsia="en-GB"/>
        </w:rPr>
      </w:pPr>
      <w:r w:rsidRPr="0032382A">
        <w:t>2.</w:t>
      </w:r>
      <w:r>
        <w:rPr>
          <w:rFonts w:eastAsiaTheme="minorEastAsia"/>
          <w:b w:val="0"/>
          <w:caps w:val="0"/>
          <w:color w:val="auto"/>
          <w:lang w:eastAsia="en-GB"/>
        </w:rPr>
        <w:tab/>
      </w:r>
      <w:r>
        <w:t>SECTION 2 – HEading 1 style</w:t>
      </w:r>
      <w:r>
        <w:tab/>
      </w:r>
      <w:r>
        <w:fldChar w:fldCharType="begin"/>
      </w:r>
      <w:r>
        <w:instrText xml:space="preserve"> PAGEREF _Toc60408121 \h </w:instrText>
      </w:r>
      <w:r>
        <w:fldChar w:fldCharType="separate"/>
      </w:r>
      <w:r>
        <w:t>5</w:t>
      </w:r>
      <w:r>
        <w:fldChar w:fldCharType="end"/>
      </w:r>
    </w:p>
    <w:p w14:paraId="25CA965C" w14:textId="77777777" w:rsidR="000C2857" w:rsidRDefault="000C2857" w:rsidP="00CB1D11">
      <w:pPr>
        <w:pStyle w:val="Indholdsfortegnelse2"/>
        <w:suppressAutoHyphens/>
        <w:rPr>
          <w:rFonts w:eastAsiaTheme="minorEastAsia"/>
          <w:color w:val="auto"/>
          <w:lang w:eastAsia="en-GB"/>
        </w:rPr>
      </w:pPr>
      <w:r w:rsidRPr="0032382A">
        <w:t>2.1.</w:t>
      </w:r>
      <w:r>
        <w:rPr>
          <w:rFonts w:eastAsiaTheme="minorEastAsia"/>
          <w:color w:val="auto"/>
          <w:lang w:eastAsia="en-GB"/>
        </w:rPr>
        <w:tab/>
      </w:r>
      <w:r>
        <w:t>Section 2.1 – Heading 2 style</w:t>
      </w:r>
      <w:r>
        <w:tab/>
      </w:r>
      <w:r>
        <w:fldChar w:fldCharType="begin"/>
      </w:r>
      <w:r>
        <w:instrText xml:space="preserve"> PAGEREF _Toc60408122 \h </w:instrText>
      </w:r>
      <w:r>
        <w:fldChar w:fldCharType="separate"/>
      </w:r>
      <w:r>
        <w:t>5</w:t>
      </w:r>
      <w:r>
        <w:fldChar w:fldCharType="end"/>
      </w:r>
    </w:p>
    <w:p w14:paraId="67F71618" w14:textId="77777777" w:rsidR="000C2857" w:rsidRDefault="000C2857" w:rsidP="00CB1D11">
      <w:pPr>
        <w:pStyle w:val="Indholdsfortegnelse1"/>
        <w:suppressAutoHyphens/>
        <w:rPr>
          <w:rFonts w:eastAsiaTheme="minorEastAsia"/>
          <w:b w:val="0"/>
          <w:caps w:val="0"/>
          <w:color w:val="auto"/>
          <w:lang w:eastAsia="en-GB"/>
        </w:rPr>
      </w:pPr>
      <w:r w:rsidRPr="0032382A">
        <w:t>3.</w:t>
      </w:r>
      <w:r>
        <w:rPr>
          <w:rFonts w:eastAsiaTheme="minorEastAsia"/>
          <w:b w:val="0"/>
          <w:caps w:val="0"/>
          <w:color w:val="auto"/>
          <w:lang w:eastAsia="en-GB"/>
        </w:rPr>
        <w:tab/>
      </w:r>
      <w:r>
        <w:t>Section 3 – Heading 1 Style</w:t>
      </w:r>
      <w:r>
        <w:tab/>
      </w:r>
      <w:r>
        <w:fldChar w:fldCharType="begin"/>
      </w:r>
      <w:r>
        <w:instrText xml:space="preserve"> PAGEREF _Toc60408123 \h </w:instrText>
      </w:r>
      <w:r>
        <w:fldChar w:fldCharType="separate"/>
      </w:r>
      <w:r>
        <w:t>6</w:t>
      </w:r>
      <w:r>
        <w:fldChar w:fldCharType="end"/>
      </w:r>
    </w:p>
    <w:p w14:paraId="0D178C49" w14:textId="77777777" w:rsidR="000C2857" w:rsidRDefault="000C2857" w:rsidP="00CB1D11">
      <w:pPr>
        <w:pStyle w:val="Indholdsfortegnelse2"/>
        <w:suppressAutoHyphens/>
        <w:rPr>
          <w:rFonts w:eastAsiaTheme="minorEastAsia"/>
          <w:color w:val="auto"/>
          <w:lang w:eastAsia="en-GB"/>
        </w:rPr>
      </w:pPr>
      <w:r w:rsidRPr="0032382A">
        <w:t>3.1.</w:t>
      </w:r>
      <w:r>
        <w:rPr>
          <w:rFonts w:eastAsiaTheme="minorEastAsia"/>
          <w:color w:val="auto"/>
          <w:lang w:eastAsia="en-GB"/>
        </w:rPr>
        <w:tab/>
      </w:r>
      <w:r>
        <w:t>Section 3.1 – Heading 2 style</w:t>
      </w:r>
      <w:r>
        <w:tab/>
      </w:r>
      <w:r>
        <w:fldChar w:fldCharType="begin"/>
      </w:r>
      <w:r>
        <w:instrText xml:space="preserve"> PAGEREF _Toc60408124 \h </w:instrText>
      </w:r>
      <w:r>
        <w:fldChar w:fldCharType="separate"/>
      </w:r>
      <w:r>
        <w:t>6</w:t>
      </w:r>
      <w:r>
        <w:fldChar w:fldCharType="end"/>
      </w:r>
    </w:p>
    <w:p w14:paraId="5B6D7FC5" w14:textId="77777777" w:rsidR="000C2857" w:rsidRDefault="000C2857" w:rsidP="00CB1D11">
      <w:pPr>
        <w:pStyle w:val="Indholdsfortegnelse2"/>
        <w:suppressAutoHyphens/>
        <w:rPr>
          <w:rFonts w:eastAsiaTheme="minorEastAsia"/>
          <w:color w:val="auto"/>
          <w:lang w:eastAsia="en-GB"/>
        </w:rPr>
      </w:pPr>
      <w:r w:rsidRPr="0032382A">
        <w:t>3.2.</w:t>
      </w:r>
      <w:r>
        <w:rPr>
          <w:rFonts w:eastAsiaTheme="minorEastAsia"/>
          <w:color w:val="auto"/>
          <w:lang w:eastAsia="en-GB"/>
        </w:rPr>
        <w:tab/>
      </w:r>
      <w:r>
        <w:t>Section 3.2 – Heading 2 style</w:t>
      </w:r>
      <w:r>
        <w:tab/>
      </w:r>
      <w:r>
        <w:fldChar w:fldCharType="begin"/>
      </w:r>
      <w:r>
        <w:instrText xml:space="preserve"> PAGEREF _Toc60408125 \h </w:instrText>
      </w:r>
      <w:r>
        <w:fldChar w:fldCharType="separate"/>
      </w:r>
      <w:r>
        <w:t>6</w:t>
      </w:r>
      <w:r>
        <w:fldChar w:fldCharType="end"/>
      </w:r>
    </w:p>
    <w:p w14:paraId="12CB8BB3" w14:textId="77777777" w:rsidR="000C2857" w:rsidRDefault="000C2857" w:rsidP="00CB1D11">
      <w:pPr>
        <w:pStyle w:val="Indholdsfortegnelse2"/>
        <w:suppressAutoHyphens/>
        <w:rPr>
          <w:rFonts w:eastAsiaTheme="minorEastAsia"/>
          <w:color w:val="auto"/>
          <w:lang w:eastAsia="en-GB"/>
        </w:rPr>
      </w:pPr>
      <w:r w:rsidRPr="0032382A">
        <w:t>3.3.</w:t>
      </w:r>
      <w:r>
        <w:rPr>
          <w:rFonts w:eastAsiaTheme="minorEastAsia"/>
          <w:color w:val="auto"/>
          <w:lang w:eastAsia="en-GB"/>
        </w:rPr>
        <w:tab/>
      </w:r>
      <w:r>
        <w:t>Section 3.3 – Heading 2 style</w:t>
      </w:r>
      <w:r>
        <w:tab/>
      </w:r>
      <w:r>
        <w:fldChar w:fldCharType="begin"/>
      </w:r>
      <w:r>
        <w:instrText xml:space="preserve"> PAGEREF _Toc60408126 \h </w:instrText>
      </w:r>
      <w:r>
        <w:fldChar w:fldCharType="separate"/>
      </w:r>
      <w:r>
        <w:t>6</w:t>
      </w:r>
      <w:r>
        <w:fldChar w:fldCharType="end"/>
      </w:r>
    </w:p>
    <w:p w14:paraId="25BB116B" w14:textId="77777777" w:rsidR="000C2857" w:rsidRDefault="000C2857" w:rsidP="00CB1D11">
      <w:pPr>
        <w:pStyle w:val="Indholdsfortegnelse3"/>
        <w:tabs>
          <w:tab w:val="left" w:pos="1134"/>
        </w:tabs>
        <w:suppressAutoHyphens/>
        <w:rPr>
          <w:rFonts w:eastAsiaTheme="minorEastAsia"/>
          <w:noProof/>
          <w:color w:val="auto"/>
          <w:sz w:val="22"/>
          <w:lang w:eastAsia="en-GB"/>
        </w:rPr>
      </w:pPr>
      <w:r w:rsidRPr="0032382A">
        <w:rPr>
          <w:noProof/>
        </w:rPr>
        <w:t>3.3.1.</w:t>
      </w:r>
      <w:r>
        <w:rPr>
          <w:rFonts w:eastAsiaTheme="minorEastAsia"/>
          <w:noProof/>
          <w:color w:val="auto"/>
          <w:sz w:val="22"/>
          <w:lang w:eastAsia="en-GB"/>
        </w:rPr>
        <w:tab/>
      </w:r>
      <w:r>
        <w:rPr>
          <w:noProof/>
        </w:rPr>
        <w:t>Equations</w:t>
      </w:r>
      <w:r>
        <w:rPr>
          <w:noProof/>
        </w:rPr>
        <w:tab/>
      </w:r>
      <w:r>
        <w:rPr>
          <w:noProof/>
        </w:rPr>
        <w:fldChar w:fldCharType="begin"/>
      </w:r>
      <w:r>
        <w:rPr>
          <w:noProof/>
        </w:rPr>
        <w:instrText xml:space="preserve"> PAGEREF _Toc60408127 \h </w:instrText>
      </w:r>
      <w:r>
        <w:rPr>
          <w:noProof/>
        </w:rPr>
      </w:r>
      <w:r>
        <w:rPr>
          <w:noProof/>
        </w:rPr>
        <w:fldChar w:fldCharType="separate"/>
      </w:r>
      <w:r>
        <w:rPr>
          <w:noProof/>
        </w:rPr>
        <w:t>6</w:t>
      </w:r>
      <w:r>
        <w:rPr>
          <w:noProof/>
        </w:rPr>
        <w:fldChar w:fldCharType="end"/>
      </w:r>
    </w:p>
    <w:p w14:paraId="149802FA" w14:textId="77777777" w:rsidR="000C2857" w:rsidRDefault="000C2857" w:rsidP="00CB1D11">
      <w:pPr>
        <w:pStyle w:val="Indholdsfortegnelse1"/>
        <w:suppressAutoHyphens/>
        <w:rPr>
          <w:rFonts w:eastAsiaTheme="minorEastAsia"/>
          <w:b w:val="0"/>
          <w:caps w:val="0"/>
          <w:color w:val="auto"/>
          <w:lang w:eastAsia="en-GB"/>
        </w:rPr>
      </w:pPr>
      <w:r w:rsidRPr="0032382A">
        <w:rPr>
          <w:caps w:val="0"/>
        </w:rPr>
        <w:t>4.</w:t>
      </w:r>
      <w:r>
        <w:rPr>
          <w:rFonts w:eastAsiaTheme="minorEastAsia"/>
          <w:b w:val="0"/>
          <w:caps w:val="0"/>
          <w:color w:val="auto"/>
          <w:lang w:eastAsia="en-GB"/>
        </w:rPr>
        <w:tab/>
      </w:r>
      <w:r w:rsidRPr="0032382A">
        <w:rPr>
          <w:caps w:val="0"/>
        </w:rPr>
        <w:t>DEFINITIONS</w:t>
      </w:r>
      <w:r>
        <w:tab/>
      </w:r>
      <w:r>
        <w:fldChar w:fldCharType="begin"/>
      </w:r>
      <w:r>
        <w:instrText xml:space="preserve"> PAGEREF _Toc60408128 \h </w:instrText>
      </w:r>
      <w:r>
        <w:fldChar w:fldCharType="separate"/>
      </w:r>
      <w:r>
        <w:t>7</w:t>
      </w:r>
      <w:r>
        <w:fldChar w:fldCharType="end"/>
      </w:r>
    </w:p>
    <w:p w14:paraId="26B6E0C7" w14:textId="77777777" w:rsidR="000C2857" w:rsidRDefault="000C2857" w:rsidP="00CB1D11">
      <w:pPr>
        <w:pStyle w:val="Indholdsfortegnelse1"/>
        <w:suppressAutoHyphens/>
        <w:rPr>
          <w:rFonts w:eastAsiaTheme="minorEastAsia"/>
          <w:b w:val="0"/>
          <w:caps w:val="0"/>
          <w:color w:val="auto"/>
          <w:lang w:eastAsia="en-GB"/>
        </w:rPr>
      </w:pPr>
      <w:r w:rsidRPr="0032382A">
        <w:t>5.</w:t>
      </w:r>
      <w:r>
        <w:rPr>
          <w:rFonts w:eastAsiaTheme="minorEastAsia"/>
          <w:b w:val="0"/>
          <w:caps w:val="0"/>
          <w:color w:val="auto"/>
          <w:lang w:eastAsia="en-GB"/>
        </w:rPr>
        <w:tab/>
      </w:r>
      <w:r>
        <w:t>abbreviations</w:t>
      </w:r>
      <w:r>
        <w:tab/>
      </w:r>
      <w:r>
        <w:fldChar w:fldCharType="begin"/>
      </w:r>
      <w:r>
        <w:instrText xml:space="preserve"> PAGEREF _Toc60408129 \h </w:instrText>
      </w:r>
      <w:r>
        <w:fldChar w:fldCharType="separate"/>
      </w:r>
      <w:r>
        <w:t>7</w:t>
      </w:r>
      <w:r>
        <w:fldChar w:fldCharType="end"/>
      </w:r>
    </w:p>
    <w:p w14:paraId="50D9EF5C" w14:textId="77777777" w:rsidR="000C2857" w:rsidRDefault="000C2857" w:rsidP="00CB1D11">
      <w:pPr>
        <w:pStyle w:val="Indholdsfortegnelse1"/>
        <w:suppressAutoHyphens/>
        <w:rPr>
          <w:rFonts w:eastAsiaTheme="minorEastAsia"/>
          <w:b w:val="0"/>
          <w:caps w:val="0"/>
          <w:color w:val="auto"/>
          <w:lang w:eastAsia="en-GB"/>
        </w:rPr>
      </w:pPr>
      <w:r w:rsidRPr="0032382A">
        <w:t>6.</w:t>
      </w:r>
      <w:r>
        <w:rPr>
          <w:rFonts w:eastAsiaTheme="minorEastAsia"/>
          <w:b w:val="0"/>
          <w:caps w:val="0"/>
          <w:color w:val="auto"/>
          <w:lang w:eastAsia="en-GB"/>
        </w:rPr>
        <w:tab/>
      </w:r>
      <w:r>
        <w:t>references</w:t>
      </w:r>
      <w:r>
        <w:tab/>
      </w:r>
      <w:r>
        <w:fldChar w:fldCharType="begin"/>
      </w:r>
      <w:r>
        <w:instrText xml:space="preserve"> PAGEREF _Toc60408130 \h </w:instrText>
      </w:r>
      <w:r>
        <w:fldChar w:fldCharType="separate"/>
      </w:r>
      <w:r>
        <w:t>8</w:t>
      </w:r>
      <w:r>
        <w:fldChar w:fldCharType="end"/>
      </w:r>
    </w:p>
    <w:p w14:paraId="53C077AF" w14:textId="77777777" w:rsidR="000C2857" w:rsidRDefault="000C2857" w:rsidP="00CB1D11">
      <w:pPr>
        <w:pStyle w:val="Indholdsfortegnelse1"/>
        <w:suppressAutoHyphens/>
        <w:rPr>
          <w:rFonts w:eastAsiaTheme="minorEastAsia"/>
          <w:b w:val="0"/>
          <w:caps w:val="0"/>
          <w:color w:val="auto"/>
          <w:lang w:eastAsia="en-GB"/>
        </w:rPr>
      </w:pPr>
      <w:r w:rsidRPr="0032382A">
        <w:t>7.</w:t>
      </w:r>
      <w:r>
        <w:rPr>
          <w:rFonts w:eastAsiaTheme="minorEastAsia"/>
          <w:b w:val="0"/>
          <w:caps w:val="0"/>
          <w:color w:val="auto"/>
          <w:lang w:eastAsia="en-GB"/>
        </w:rPr>
        <w:tab/>
      </w:r>
      <w:r>
        <w:t>Further reading</w:t>
      </w:r>
      <w:r>
        <w:tab/>
      </w:r>
      <w:r>
        <w:fldChar w:fldCharType="begin"/>
      </w:r>
      <w:r>
        <w:instrText xml:space="preserve"> PAGEREF _Toc60408131 \h </w:instrText>
      </w:r>
      <w:r>
        <w:fldChar w:fldCharType="separate"/>
      </w:r>
      <w:r>
        <w:t>8</w:t>
      </w:r>
      <w:r>
        <w:fldChar w:fldCharType="end"/>
      </w:r>
    </w:p>
    <w:p w14:paraId="19BC578F" w14:textId="77777777" w:rsidR="000C2857" w:rsidRDefault="000C2857" w:rsidP="00CB1D11">
      <w:pPr>
        <w:pStyle w:val="Indholdsfortegnelse1"/>
        <w:tabs>
          <w:tab w:val="left" w:pos="1418"/>
        </w:tabs>
        <w:suppressAutoHyphens/>
        <w:rPr>
          <w:rFonts w:eastAsiaTheme="minorEastAsia"/>
          <w:b w:val="0"/>
          <w:caps w:val="0"/>
          <w:color w:val="auto"/>
          <w:lang w:eastAsia="en-GB"/>
        </w:rPr>
      </w:pPr>
      <w:r w:rsidRPr="0032382A">
        <w:rPr>
          <w:rFonts w:ascii="Calibri (Body)" w:hAnsi="Calibri (Body)"/>
          <w14:scene3d>
            <w14:camera w14:prst="orthographicFront"/>
            <w14:lightRig w14:rig="threePt" w14:dir="t">
              <w14:rot w14:lat="0" w14:lon="0" w14:rev="0"/>
            </w14:lightRig>
          </w14:scene3d>
        </w:rPr>
        <w:t>APPENDIX 1</w:t>
      </w:r>
      <w:r>
        <w:rPr>
          <w:rFonts w:eastAsiaTheme="minorEastAsia"/>
          <w:b w:val="0"/>
          <w:caps w:val="0"/>
          <w:color w:val="auto"/>
          <w:lang w:eastAsia="en-GB"/>
        </w:rPr>
        <w:tab/>
      </w:r>
      <w:r>
        <w:t>Example of appendix Title (Head 1) style</w:t>
      </w:r>
      <w:r>
        <w:tab/>
      </w:r>
      <w:r>
        <w:fldChar w:fldCharType="begin"/>
      </w:r>
      <w:r>
        <w:instrText xml:space="preserve"> PAGEREF _Toc60408132 \h </w:instrText>
      </w:r>
      <w:r>
        <w:fldChar w:fldCharType="separate"/>
      </w:r>
      <w:r>
        <w:t>9</w:t>
      </w:r>
      <w:r>
        <w:fldChar w:fldCharType="end"/>
      </w:r>
    </w:p>
    <w:p w14:paraId="6977BA66" w14:textId="77777777" w:rsidR="000C2857" w:rsidRDefault="000C2857" w:rsidP="00CB1D11">
      <w:pPr>
        <w:pStyle w:val="Indholdsfortegnelse1"/>
        <w:tabs>
          <w:tab w:val="left" w:pos="1134"/>
        </w:tabs>
        <w:suppressAutoHyphens/>
        <w:rPr>
          <w:rFonts w:eastAsiaTheme="minorEastAsia"/>
          <w:b w:val="0"/>
          <w:caps w:val="0"/>
          <w:color w:val="auto"/>
          <w:lang w:eastAsia="en-GB"/>
        </w:rPr>
      </w:pPr>
      <w:r w:rsidRPr="0032382A">
        <w:rPr>
          <w:u w:color="407EC9"/>
          <w:lang w:eastAsia="en-GB"/>
        </w:rPr>
        <w:t>ANNEX A</w:t>
      </w:r>
      <w:r>
        <w:rPr>
          <w:rFonts w:eastAsiaTheme="minorEastAsia"/>
          <w:b w:val="0"/>
          <w:caps w:val="0"/>
          <w:color w:val="auto"/>
          <w:lang w:eastAsia="en-GB"/>
        </w:rPr>
        <w:tab/>
      </w:r>
      <w:r>
        <w:rPr>
          <w:lang w:eastAsia="en-GB"/>
        </w:rPr>
        <w:t>Example of Annex title (Head 1) style</w:t>
      </w:r>
      <w:r>
        <w:tab/>
      </w:r>
      <w:r>
        <w:fldChar w:fldCharType="begin"/>
      </w:r>
      <w:r>
        <w:instrText xml:space="preserve"> PAGEREF _Toc60408133 \h </w:instrText>
      </w:r>
      <w:r>
        <w:fldChar w:fldCharType="separate"/>
      </w:r>
      <w:r>
        <w:t>9</w:t>
      </w:r>
      <w:r>
        <w:fldChar w:fldCharType="end"/>
      </w:r>
    </w:p>
    <w:p w14:paraId="3136D6C3" w14:textId="77777777" w:rsidR="00642025" w:rsidRPr="00F55AD7" w:rsidRDefault="000C2857" w:rsidP="00CB1D11">
      <w:pPr>
        <w:pStyle w:val="Brdteks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Listeoverfigurer"/>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Listeoverfigurer"/>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Brdteks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77777777" w:rsidR="00D80A15" w:rsidRDefault="00923B4D" w:rsidP="00CB1D11">
      <w:pPr>
        <w:pStyle w:val="Listeoverfigurer"/>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Listeoverfigurer"/>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Listeoverfigurer"/>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Brdtekst"/>
        <w:suppressAutoHyphens/>
      </w:pPr>
      <w:r w:rsidRPr="00F55AD7">
        <w:fldChar w:fldCharType="end"/>
      </w:r>
    </w:p>
    <w:p w14:paraId="7D97EBBA" w14:textId="77777777" w:rsidR="00176BB8" w:rsidRPr="00176BB8" w:rsidRDefault="00176BB8" w:rsidP="00CB1D11">
      <w:pPr>
        <w:pStyle w:val="Listeoverfigurer"/>
        <w:suppressAutoHyphens/>
      </w:pPr>
    </w:p>
    <w:p w14:paraId="483B4A76" w14:textId="77777777" w:rsidR="00790277" w:rsidRPr="00462095" w:rsidRDefault="00790277" w:rsidP="00CB1D11">
      <w:pPr>
        <w:pStyle w:val="Brdteks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77777777" w:rsidR="004944C8" w:rsidRPr="00F55AD7" w:rsidRDefault="00586C66" w:rsidP="00CB1D11">
      <w:pPr>
        <w:pStyle w:val="Overskrift1"/>
        <w:suppressAutoHyphens/>
      </w:pPr>
      <w:bookmarkStart w:id="1" w:name="_Toc60408118"/>
      <w:r>
        <w:lastRenderedPageBreak/>
        <w:t xml:space="preserve">Example of </w:t>
      </w:r>
      <w:r w:rsidR="00F83068" w:rsidRPr="00983287">
        <w:t>HEADING</w:t>
      </w:r>
      <w:r w:rsidR="00F83068">
        <w:t xml:space="preserve"> 1 STYLE</w:t>
      </w:r>
      <w:bookmarkEnd w:id="1"/>
    </w:p>
    <w:p w14:paraId="30566B26" w14:textId="77777777" w:rsidR="003A6A32" w:rsidRDefault="003A6A32" w:rsidP="00CB1D11">
      <w:pPr>
        <w:pStyle w:val="Heading1separationline"/>
        <w:suppressAutoHyphens/>
      </w:pPr>
    </w:p>
    <w:p w14:paraId="103EFA68" w14:textId="16635CA7" w:rsidR="00F96156" w:rsidRDefault="00F96156" w:rsidP="00CB1D11">
      <w:pPr>
        <w:pStyle w:val="Brdtekst"/>
        <w:suppressAutoHyphens/>
      </w:pPr>
      <w:bookmarkStart w:id="2" w:name="_Hlk59195931"/>
      <w:r>
        <w:t>Start up on Guideline (thoughts from ARM21):</w:t>
      </w:r>
    </w:p>
    <w:p w14:paraId="7CE63CC5" w14:textId="1E599AF8" w:rsidR="00F96156" w:rsidRDefault="00F96156" w:rsidP="00CB1D11">
      <w:pPr>
        <w:pStyle w:val="Brdtekst"/>
        <w:suppressAutoHyphens/>
      </w:pPr>
    </w:p>
    <w:p w14:paraId="6E9ADB8E" w14:textId="49871809" w:rsidR="00F96156" w:rsidRDefault="00F96156" w:rsidP="001B4179">
      <w:pPr>
        <w:pStyle w:val="Brdtekst"/>
        <w:suppressAutoHyphens/>
      </w:pPr>
      <w:r>
        <w:t>Common information</w:t>
      </w:r>
      <w:r w:rsidR="001B4179">
        <w:t>:</w:t>
      </w:r>
    </w:p>
    <w:p w14:paraId="1455A69D" w14:textId="5D22FBEF" w:rsidR="00F96156" w:rsidRDefault="00F96156" w:rsidP="00F96156">
      <w:pPr>
        <w:pStyle w:val="Brdtekst"/>
        <w:numPr>
          <w:ilvl w:val="0"/>
          <w:numId w:val="45"/>
        </w:numPr>
        <w:suppressAutoHyphens/>
      </w:pPr>
      <w:r>
        <w:t>Goals and aims of the buoy tenders (BT)</w:t>
      </w:r>
    </w:p>
    <w:p w14:paraId="51CD09F0" w14:textId="0219D93E" w:rsidR="00F96156" w:rsidRDefault="00F96156" w:rsidP="00F96156">
      <w:pPr>
        <w:pStyle w:val="Brdtekst"/>
        <w:numPr>
          <w:ilvl w:val="0"/>
          <w:numId w:val="45"/>
        </w:numPr>
        <w:suppressAutoHyphens/>
      </w:pPr>
      <w:r>
        <w:t xml:space="preserve">Climate condition e.g. in which weather condition like ice, wind, wave heights, sun and temperature in which the BT should </w:t>
      </w:r>
      <w:r w:rsidR="001B4179">
        <w:t xml:space="preserve">or are going to </w:t>
      </w:r>
      <w:r>
        <w:t xml:space="preserve">operate </w:t>
      </w:r>
    </w:p>
    <w:p w14:paraId="34AFBEFF" w14:textId="0AB97E4F" w:rsidR="001B4179" w:rsidRDefault="008217F8" w:rsidP="001B4179">
      <w:pPr>
        <w:pStyle w:val="Brdtekst"/>
        <w:suppressAutoHyphens/>
      </w:pPr>
      <w:r>
        <w:t>Method of getting the decision on design (new) BT:</w:t>
      </w:r>
    </w:p>
    <w:p w14:paraId="693A1192" w14:textId="3E791175" w:rsidR="008217F8" w:rsidRDefault="008217F8" w:rsidP="008217F8">
      <w:pPr>
        <w:pStyle w:val="Brdtekst"/>
        <w:numPr>
          <w:ilvl w:val="0"/>
          <w:numId w:val="46"/>
        </w:numPr>
        <w:suppressAutoHyphens/>
      </w:pPr>
      <w:r>
        <w:t>Goals and aims of the BT</w:t>
      </w:r>
    </w:p>
    <w:p w14:paraId="092F49CF" w14:textId="4D0A7F49" w:rsidR="008217F8" w:rsidRDefault="008217F8" w:rsidP="008217F8">
      <w:pPr>
        <w:pStyle w:val="Brdtekst"/>
        <w:numPr>
          <w:ilvl w:val="0"/>
          <w:numId w:val="46"/>
        </w:numPr>
        <w:suppressAutoHyphens/>
      </w:pPr>
      <w:r>
        <w:t>Size and type</w:t>
      </w:r>
      <w:r w:rsidR="00A36B0E">
        <w:t xml:space="preserve"> when considering area of operation</w:t>
      </w:r>
    </w:p>
    <w:p w14:paraId="13383038" w14:textId="45F0D885" w:rsidR="008217F8" w:rsidRDefault="008217F8" w:rsidP="008217F8">
      <w:pPr>
        <w:pStyle w:val="Brdtekst"/>
        <w:numPr>
          <w:ilvl w:val="0"/>
          <w:numId w:val="46"/>
        </w:numPr>
        <w:suppressAutoHyphens/>
      </w:pPr>
      <w:r>
        <w:t>Ice protection (classified for navigating in ice conditions)</w:t>
      </w:r>
    </w:p>
    <w:p w14:paraId="1DE3CA44" w14:textId="65667893" w:rsidR="00A36B0E" w:rsidRDefault="00A36B0E" w:rsidP="008217F8">
      <w:pPr>
        <w:pStyle w:val="Brdtekst"/>
        <w:numPr>
          <w:ilvl w:val="0"/>
          <w:numId w:val="46"/>
        </w:numPr>
        <w:suppressAutoHyphens/>
      </w:pPr>
      <w:r>
        <w:t>Understand types of buoys, buoy systems, size and weight that will be used on board the specific BT e.g.</w:t>
      </w:r>
    </w:p>
    <w:p w14:paraId="272C7E57" w14:textId="39F3E3D2" w:rsidR="00A36B0E" w:rsidRDefault="00A36B0E" w:rsidP="00A36B0E">
      <w:pPr>
        <w:pStyle w:val="Brdtekst"/>
        <w:numPr>
          <w:ilvl w:val="0"/>
          <w:numId w:val="46"/>
        </w:numPr>
        <w:suppressAutoHyphens/>
      </w:pPr>
      <w:r>
        <w:t xml:space="preserve">Type of equipment, should be correct designed and classified to handle the </w:t>
      </w:r>
      <w:proofErr w:type="spellStart"/>
      <w:r>
        <w:t>AtoNs</w:t>
      </w:r>
      <w:proofErr w:type="spellEnd"/>
      <w:r>
        <w:t xml:space="preserve"> in question</w:t>
      </w:r>
    </w:p>
    <w:p w14:paraId="512566C9" w14:textId="5D1085A2" w:rsidR="00A36B0E" w:rsidRDefault="00A36B0E" w:rsidP="00A36B0E">
      <w:pPr>
        <w:pStyle w:val="Brdtekst"/>
        <w:numPr>
          <w:ilvl w:val="1"/>
          <w:numId w:val="46"/>
        </w:numPr>
        <w:suppressAutoHyphens/>
      </w:pPr>
      <w:r>
        <w:t>Crane beam</w:t>
      </w:r>
    </w:p>
    <w:p w14:paraId="5DE38432" w14:textId="1E57DB11" w:rsidR="00A36B0E" w:rsidRDefault="00A36B0E" w:rsidP="00A36B0E">
      <w:pPr>
        <w:pStyle w:val="Brdtekst"/>
        <w:numPr>
          <w:ilvl w:val="1"/>
          <w:numId w:val="46"/>
        </w:numPr>
        <w:suppressAutoHyphens/>
      </w:pPr>
      <w:r>
        <w:t>Capacity, weight (safe working Load)</w:t>
      </w:r>
    </w:p>
    <w:p w14:paraId="2B7BE249" w14:textId="5E5C2703" w:rsidR="00A36B0E" w:rsidRDefault="00A36B0E" w:rsidP="00A36B0E">
      <w:pPr>
        <w:pStyle w:val="Brdtekst"/>
        <w:numPr>
          <w:ilvl w:val="1"/>
          <w:numId w:val="46"/>
        </w:numPr>
        <w:suppressAutoHyphens/>
      </w:pPr>
      <w:r>
        <w:t>Winch design and size for the different purposes</w:t>
      </w:r>
    </w:p>
    <w:p w14:paraId="10517DC7" w14:textId="6996DEAC" w:rsidR="00A75B20" w:rsidRPr="00A75B20" w:rsidRDefault="00A75B20" w:rsidP="00A36B0E">
      <w:pPr>
        <w:pStyle w:val="Brdtekst"/>
        <w:numPr>
          <w:ilvl w:val="1"/>
          <w:numId w:val="46"/>
        </w:numPr>
        <w:suppressAutoHyphens/>
        <w:rPr>
          <w:lang w:val="en-US"/>
        </w:rPr>
      </w:pPr>
      <w:r w:rsidRPr="00A75B20">
        <w:rPr>
          <w:lang w:val="en-US"/>
        </w:rPr>
        <w:t xml:space="preserve">Anchor, </w:t>
      </w:r>
      <w:r w:rsidRPr="00A75B20">
        <w:rPr>
          <w:i/>
          <w:lang w:val="en-US"/>
        </w:rPr>
        <w:t xml:space="preserve">shedder </w:t>
      </w:r>
      <w:r w:rsidRPr="00A75B20">
        <w:rPr>
          <w:lang w:val="en-US"/>
        </w:rPr>
        <w:t>(device for dropping a</w:t>
      </w:r>
      <w:r>
        <w:rPr>
          <w:lang w:val="en-US"/>
        </w:rPr>
        <w:t>nchoring the buoy)</w:t>
      </w:r>
    </w:p>
    <w:p w14:paraId="1206197A" w14:textId="219004BD" w:rsidR="00A75B20" w:rsidRDefault="00534CC1" w:rsidP="00A36B0E">
      <w:pPr>
        <w:pStyle w:val="Brdtekst"/>
        <w:numPr>
          <w:ilvl w:val="1"/>
          <w:numId w:val="46"/>
        </w:numPr>
        <w:suppressAutoHyphens/>
        <w:rPr>
          <w:lang w:val="en-US"/>
        </w:rPr>
      </w:pPr>
      <w:r>
        <w:rPr>
          <w:lang w:val="en-US"/>
        </w:rPr>
        <w:t>Maneuvering device, one/two propellers, bow thruster, DP (degree of Dynamic Positioning system)</w:t>
      </w:r>
    </w:p>
    <w:p w14:paraId="2D128886" w14:textId="6FB320B4" w:rsidR="002765B7" w:rsidRPr="00A75B20" w:rsidRDefault="002765B7" w:rsidP="00A36B0E">
      <w:pPr>
        <w:pStyle w:val="Brdtekst"/>
        <w:numPr>
          <w:ilvl w:val="1"/>
          <w:numId w:val="46"/>
        </w:numPr>
        <w:suppressAutoHyphens/>
        <w:rPr>
          <w:lang w:val="en-US"/>
        </w:rPr>
      </w:pPr>
      <w:r>
        <w:rPr>
          <w:lang w:val="en-US"/>
        </w:rPr>
        <w:t>Access to Crew safety equipment</w:t>
      </w:r>
    </w:p>
    <w:p w14:paraId="41C6FB38" w14:textId="77777777" w:rsidR="001B4179" w:rsidRPr="00A75B20" w:rsidRDefault="001B4179" w:rsidP="001B4179">
      <w:pPr>
        <w:pStyle w:val="Brdtekst"/>
        <w:suppressAutoHyphens/>
        <w:rPr>
          <w:lang w:val="en-US"/>
        </w:rPr>
      </w:pPr>
    </w:p>
    <w:p w14:paraId="1E50332C" w14:textId="5D93E54C" w:rsidR="00A36B0E" w:rsidRDefault="00A36B0E" w:rsidP="00A36B0E">
      <w:pPr>
        <w:pStyle w:val="Brdtekst"/>
        <w:numPr>
          <w:ilvl w:val="0"/>
          <w:numId w:val="46"/>
        </w:numPr>
        <w:suppressAutoHyphens/>
      </w:pPr>
      <w:r>
        <w:t>Consider type of a</w:t>
      </w:r>
      <w:r>
        <w:t xml:space="preserve">dditional equipment, safety equipment </w:t>
      </w:r>
    </w:p>
    <w:p w14:paraId="67C337A1" w14:textId="77777777" w:rsidR="00F96156" w:rsidRDefault="00F96156" w:rsidP="00CB1D11">
      <w:pPr>
        <w:pStyle w:val="Brdtekst"/>
        <w:suppressAutoHyphens/>
      </w:pPr>
    </w:p>
    <w:p w14:paraId="5D9AEF9D" w14:textId="77777777" w:rsidR="00F96156" w:rsidRDefault="00F96156" w:rsidP="00CB1D11">
      <w:pPr>
        <w:pStyle w:val="Brdtekst"/>
        <w:suppressAutoHyphens/>
      </w:pPr>
    </w:p>
    <w:p w14:paraId="7B4DC22C" w14:textId="77777777" w:rsidR="00F96156" w:rsidRDefault="00F96156" w:rsidP="00CB1D11">
      <w:pPr>
        <w:pStyle w:val="Brdtekst"/>
        <w:suppressAutoHyphens/>
      </w:pPr>
    </w:p>
    <w:p w14:paraId="0263D05B" w14:textId="77777777" w:rsidR="00F96156" w:rsidRDefault="00F96156" w:rsidP="00CB1D11">
      <w:pPr>
        <w:pStyle w:val="Brdtekst"/>
        <w:suppressAutoHyphens/>
      </w:pPr>
    </w:p>
    <w:p w14:paraId="7ABE64BC" w14:textId="77777777" w:rsidR="00F96156" w:rsidRDefault="00F96156" w:rsidP="00CB1D11">
      <w:pPr>
        <w:pStyle w:val="Brdtekst"/>
        <w:suppressAutoHyphens/>
      </w:pPr>
    </w:p>
    <w:p w14:paraId="7E596EFC" w14:textId="2790D815" w:rsidR="005D329D" w:rsidRDefault="005D329D" w:rsidP="00CB1D11">
      <w:pPr>
        <w:pStyle w:val="Brdtekst"/>
        <w:suppressAutoHyphens/>
      </w:pPr>
      <w:r>
        <w:t xml:space="preserve">This guideline </w:t>
      </w:r>
      <w:r w:rsidR="00462095">
        <w:t xml:space="preserve">template </w:t>
      </w:r>
      <w:r>
        <w:t xml:space="preserve">should be used in conjunction with </w:t>
      </w:r>
      <w:r w:rsidRPr="00CB1D11">
        <w:t xml:space="preserve">the </w:t>
      </w:r>
      <w:r w:rsidRPr="00CB1D11">
        <w:rPr>
          <w:i/>
          <w:iCs/>
        </w:rPr>
        <w:t>IALA Style Guide</w:t>
      </w:r>
      <w:r w:rsidRPr="00CB1D11">
        <w:t>.</w:t>
      </w:r>
      <w:r>
        <w:t xml:space="preserve"> </w:t>
      </w:r>
      <w:r w:rsidR="002115A6">
        <w:t xml:space="preserve">Utilising the styles provided in the </w:t>
      </w:r>
      <w:r w:rsidR="002115A6" w:rsidRPr="00DA005A">
        <w:rPr>
          <w:b/>
          <w:bCs/>
        </w:rPr>
        <w:t>Styles Gallery</w:t>
      </w:r>
      <w:r w:rsidR="002115A6">
        <w:t xml:space="preserve"> is key to using the document templates. </w:t>
      </w:r>
      <w:r w:rsidR="00F741EE">
        <w:t xml:space="preserve">Selecting the appropriate style from the Style Gallery will apply most text (and often layout) formatting required to comply with the </w:t>
      </w:r>
      <w:r w:rsidR="00F741EE" w:rsidRPr="00DA005A">
        <w:rPr>
          <w:i/>
          <w:iCs/>
        </w:rPr>
        <w:t>IALA Style Guide.</w:t>
      </w:r>
      <w:r w:rsidR="00F741EE">
        <w:rPr>
          <w:i/>
          <w:iCs/>
        </w:rPr>
        <w:t xml:space="preserve"> </w:t>
      </w:r>
      <w:r w:rsidR="002115A6">
        <w:t xml:space="preserve">There should be no need to apply font formatting, </w:t>
      </w:r>
      <w:r w:rsidR="00DA005A">
        <w:t>numberin</w:t>
      </w:r>
      <w:r w:rsidR="002115A6">
        <w:t xml:space="preserve">g or bullets by selecting </w:t>
      </w:r>
      <w:r w:rsidR="00DA005A">
        <w:t>options</w:t>
      </w:r>
      <w:r w:rsidR="002115A6">
        <w:t xml:space="preserve"> from </w:t>
      </w:r>
      <w:r w:rsidR="00DA005A">
        <w:t xml:space="preserve">the </w:t>
      </w:r>
      <w:r w:rsidR="002115A6" w:rsidRPr="00DA005A">
        <w:rPr>
          <w:b/>
          <w:bCs/>
        </w:rPr>
        <w:t xml:space="preserve">Font </w:t>
      </w:r>
      <w:r w:rsidR="002115A6">
        <w:t xml:space="preserve">or </w:t>
      </w:r>
      <w:r w:rsidR="00DA005A" w:rsidRPr="00DA005A">
        <w:rPr>
          <w:b/>
          <w:bCs/>
        </w:rPr>
        <w:t>Paragraph</w:t>
      </w:r>
      <w:r w:rsidR="00DA005A">
        <w:t xml:space="preserve"> dialog boxes. </w:t>
      </w:r>
    </w:p>
    <w:p w14:paraId="4803C61D" w14:textId="77777777" w:rsidR="00BA1C02" w:rsidRDefault="00362816" w:rsidP="00CB1D11">
      <w:pPr>
        <w:pStyle w:val="Brdtekst"/>
        <w:suppressAutoHyphens/>
      </w:pPr>
      <w:bookmarkStart w:id="3" w:name="_Hlk59200746"/>
      <w:bookmarkEnd w:id="2"/>
      <w:r>
        <w:t xml:space="preserve">The main text within a document is written in the </w:t>
      </w:r>
      <w:r w:rsidRPr="00462095">
        <w:rPr>
          <w:b/>
          <w:bCs/>
        </w:rPr>
        <w:t>Body text</w:t>
      </w:r>
      <w:r>
        <w:t xml:space="preserve"> style, which is Calibri and 11 font size. </w:t>
      </w:r>
      <w:r w:rsidR="005051B1">
        <w:t>Section titles can be inserted for up to f</w:t>
      </w:r>
      <w:r w:rsidR="00456DE1">
        <w:t>our</w:t>
      </w:r>
      <w:r w:rsidR="005051B1">
        <w:t xml:space="preserve"> levels of text</w:t>
      </w:r>
      <w:r w:rsidR="005D329D">
        <w:t xml:space="preserve"> and should be created using the </w:t>
      </w:r>
      <w:r w:rsidR="005D329D" w:rsidRPr="00462095">
        <w:rPr>
          <w:b/>
          <w:bCs/>
        </w:rPr>
        <w:t>Heading 1</w:t>
      </w:r>
      <w:r w:rsidR="005D329D">
        <w:t xml:space="preserve">, </w:t>
      </w:r>
      <w:r w:rsidR="005D329D" w:rsidRPr="00462095">
        <w:rPr>
          <w:b/>
          <w:bCs/>
        </w:rPr>
        <w:t>Heading 2</w:t>
      </w:r>
      <w:r w:rsidR="005D329D">
        <w:t xml:space="preserve"> etc. styles. Ensure the correct </w:t>
      </w:r>
      <w:r w:rsidR="00456DE1">
        <w:t xml:space="preserve">heading </w:t>
      </w:r>
      <w:r w:rsidR="005D329D">
        <w:t xml:space="preserve">styles </w:t>
      </w:r>
      <w:r w:rsidR="003032C4">
        <w:t xml:space="preserve">are selected </w:t>
      </w:r>
      <w:r w:rsidR="005D329D">
        <w:t>as there are similar heading styles for the annexe and appendi</w:t>
      </w:r>
      <w:r w:rsidR="003032C4">
        <w:t>x entries,</w:t>
      </w:r>
      <w:r w:rsidR="005D329D">
        <w:t xml:space="preserve"> respectively</w:t>
      </w:r>
      <w:r w:rsidR="000B577B">
        <w:t>.</w:t>
      </w:r>
      <w:r w:rsidR="005D329D">
        <w:t xml:space="preserve">  </w:t>
      </w:r>
      <w:r w:rsidR="005051B1">
        <w:t xml:space="preserve"> The blue colour used in the section headings and table texts is </w:t>
      </w:r>
      <w:r w:rsidR="004C0C7E" w:rsidRPr="004C0C7E">
        <w:t xml:space="preserve">Red Green Blue (RGB) R0, G85, B140. </w:t>
      </w:r>
      <w:r w:rsidR="005051B1">
        <w:t>The styles are referenced throughout this template</w:t>
      </w:r>
      <w:r w:rsidR="00B75110">
        <w:t xml:space="preserve"> and highlighted in bold</w:t>
      </w:r>
      <w:r w:rsidR="001A73B9">
        <w:t>.</w:t>
      </w:r>
      <w:r w:rsidR="005051B1">
        <w:t xml:space="preserve"> </w:t>
      </w:r>
    </w:p>
    <w:p w14:paraId="53D41715" w14:textId="77777777" w:rsidR="00BA1C02" w:rsidRDefault="00BA1C02" w:rsidP="00CB1D11">
      <w:pPr>
        <w:pStyle w:val="Brdtekst"/>
        <w:suppressAutoHyphens/>
      </w:pPr>
      <w:r w:rsidRPr="00462095">
        <w:rPr>
          <w:b/>
          <w:bCs/>
        </w:rPr>
        <w:t>Heading 1 separation line style</w:t>
      </w:r>
      <w:r>
        <w:t xml:space="preserve"> </w:t>
      </w:r>
      <w:r w:rsidRPr="005051B1">
        <w:t xml:space="preserve">follows the first carriage return after the first level heading title, and the style </w:t>
      </w:r>
      <w:r w:rsidRPr="00462095">
        <w:rPr>
          <w:b/>
          <w:bCs/>
        </w:rPr>
        <w:t>Body text</w:t>
      </w:r>
      <w:r w:rsidRPr="005051B1">
        <w:t xml:space="preserve"> follows the second carriage return after the separation line </w:t>
      </w:r>
      <w:r w:rsidR="001A73B9">
        <w:t>(i</w:t>
      </w:r>
      <w:r w:rsidRPr="005051B1">
        <w:t>f the line disappears, reposition the cursor at the end of the section heading text and press carriage return</w:t>
      </w:r>
      <w:r w:rsidR="001A73B9">
        <w:t>).</w:t>
      </w:r>
    </w:p>
    <w:p w14:paraId="0A866496" w14:textId="77777777" w:rsidR="00BA1C02" w:rsidRPr="00BA1C02" w:rsidRDefault="00586C66" w:rsidP="00CB1D11">
      <w:pPr>
        <w:pStyle w:val="Overskrift2"/>
        <w:suppressAutoHyphens/>
      </w:pPr>
      <w:bookmarkStart w:id="4" w:name="_Toc60408119"/>
      <w:bookmarkEnd w:id="3"/>
      <w:r>
        <w:lastRenderedPageBreak/>
        <w:t xml:space="preserve">Example of </w:t>
      </w:r>
      <w:r w:rsidR="001A73B9" w:rsidRPr="00983287">
        <w:t>Heading</w:t>
      </w:r>
      <w:r w:rsidR="001A73B9">
        <w:t xml:space="preserve"> 2 style</w:t>
      </w:r>
      <w:bookmarkEnd w:id="4"/>
    </w:p>
    <w:p w14:paraId="60CD8DCE" w14:textId="77777777" w:rsidR="00A524B5" w:rsidRDefault="00A524B5" w:rsidP="00CB1D11">
      <w:pPr>
        <w:pStyle w:val="Heading2separationline"/>
        <w:suppressAutoHyphens/>
      </w:pPr>
    </w:p>
    <w:p w14:paraId="48C60455" w14:textId="77777777" w:rsidR="00BA1C02" w:rsidRPr="00BA1C02" w:rsidRDefault="00BA1C02" w:rsidP="00CB1D11">
      <w:pPr>
        <w:pStyle w:val="Brdtekst"/>
        <w:suppressAutoHyphens/>
      </w:pPr>
      <w:r w:rsidRPr="00462095">
        <w:rPr>
          <w:b/>
          <w:bCs/>
        </w:rPr>
        <w:t>Heading 2 separation line</w:t>
      </w:r>
      <w:r>
        <w:t xml:space="preserve"> style</w:t>
      </w:r>
      <w:r w:rsidRPr="005051B1">
        <w:t xml:space="preserve"> follows the </w:t>
      </w:r>
      <w:r>
        <w:t>second</w:t>
      </w:r>
      <w:r w:rsidRPr="005051B1">
        <w:t xml:space="preserve"> carriage return after the </w:t>
      </w:r>
      <w:r w:rsidR="00820C2C">
        <w:t>second</w:t>
      </w:r>
      <w:r w:rsidRPr="005051B1">
        <w:t xml:space="preserve"> level heading title, and the style </w:t>
      </w:r>
      <w:r w:rsidRPr="00462095">
        <w:rPr>
          <w:b/>
          <w:bCs/>
        </w:rPr>
        <w:t>Body text</w:t>
      </w:r>
      <w:r w:rsidRPr="005051B1">
        <w:t xml:space="preserve"> follows the second carriage return after the separation line.</w:t>
      </w:r>
    </w:p>
    <w:p w14:paraId="6FA10B51" w14:textId="77777777" w:rsidR="009217F2" w:rsidRDefault="00586C66" w:rsidP="00CB1D11">
      <w:pPr>
        <w:pStyle w:val="Overskrift3"/>
        <w:suppressAutoHyphens/>
      </w:pPr>
      <w:bookmarkStart w:id="5" w:name="_Toc60408120"/>
      <w:r>
        <w:t xml:space="preserve">Example of </w:t>
      </w:r>
      <w:r w:rsidR="00820C2C">
        <w:t>Heading 3 style</w:t>
      </w:r>
      <w:bookmarkEnd w:id="5"/>
    </w:p>
    <w:p w14:paraId="103C057C" w14:textId="77777777" w:rsidR="00820C2C" w:rsidRDefault="00820C2C" w:rsidP="00CB1D11">
      <w:pPr>
        <w:pStyle w:val="Brdtekst"/>
        <w:suppressAutoHyphens/>
      </w:pPr>
      <w:r w:rsidRPr="00462095">
        <w:rPr>
          <w:b/>
          <w:bCs/>
        </w:rPr>
        <w:t>Body Text</w:t>
      </w:r>
      <w:r w:rsidRPr="00820C2C">
        <w:t xml:space="preserve"> </w:t>
      </w:r>
      <w:r w:rsidR="00462095">
        <w:t xml:space="preserve">style </w:t>
      </w:r>
      <w:r w:rsidRPr="00820C2C">
        <w:t xml:space="preserve">follows the first carriage return after the third level heading title; there is no separation line at this level. </w:t>
      </w:r>
    </w:p>
    <w:p w14:paraId="69AB1E9E" w14:textId="77777777" w:rsidR="00820C2C" w:rsidRDefault="00586C66" w:rsidP="00CB1D11">
      <w:pPr>
        <w:pStyle w:val="Overskrift4"/>
        <w:suppressAutoHyphens/>
      </w:pPr>
      <w:r>
        <w:t>Figures</w:t>
      </w:r>
      <w:r w:rsidR="00820C2C">
        <w:t xml:space="preserve"> – </w:t>
      </w:r>
      <w:r w:rsidR="00820C2C" w:rsidRPr="00983287">
        <w:t>Heading</w:t>
      </w:r>
      <w:r w:rsidR="00820C2C">
        <w:t xml:space="preserve"> 4 style</w:t>
      </w:r>
    </w:p>
    <w:p w14:paraId="64C2728E" w14:textId="77777777" w:rsidR="00820C2C" w:rsidRDefault="00820C2C" w:rsidP="00CB1D11">
      <w:pPr>
        <w:pStyle w:val="Brdtekst"/>
        <w:suppressAutoHyphens/>
      </w:pPr>
      <w:r w:rsidRPr="00462095">
        <w:rPr>
          <w:b/>
          <w:bCs/>
        </w:rPr>
        <w:t>Body Text</w:t>
      </w:r>
      <w:r>
        <w:t xml:space="preserve"> </w:t>
      </w:r>
      <w:r w:rsidR="00462095">
        <w:t xml:space="preserve">style </w:t>
      </w:r>
      <w:r>
        <w:t>follows the first carriage return after the fourth level heading title; there is no separation line at this level.</w:t>
      </w:r>
    </w:p>
    <w:p w14:paraId="12B1A5A7" w14:textId="77777777" w:rsidR="002735DD" w:rsidRPr="00F55AD7" w:rsidRDefault="00820C2C" w:rsidP="00CB1D11">
      <w:pPr>
        <w:pStyle w:val="Brdtekst"/>
        <w:suppressAutoHyphens/>
      </w:pPr>
      <w:r>
        <w:t xml:space="preserve">Footnotes </w:t>
      </w:r>
      <w:r w:rsidR="00DD69FB">
        <w:t xml:space="preserve">should be used sparingly but </w:t>
      </w:r>
      <w:r>
        <w:t xml:space="preserve">can be inserted and are found in </w:t>
      </w:r>
      <w:r w:rsidRPr="00DD69FB">
        <w:rPr>
          <w:b/>
          <w:bCs/>
        </w:rPr>
        <w:t>Footnote</w:t>
      </w:r>
      <w:r w:rsidR="00DD69FB" w:rsidRPr="00DD69FB">
        <w:rPr>
          <w:b/>
          <w:bCs/>
        </w:rPr>
        <w:t xml:space="preserve"> Reference</w:t>
      </w:r>
      <w:r>
        <w:t xml:space="preserve"> style at the bottom of the page</w:t>
      </w:r>
      <w:r w:rsidR="000C2857">
        <w:rPr>
          <w:rStyle w:val="Fodnotehenvisning"/>
        </w:rPr>
        <w:footnoteReference w:id="1"/>
      </w:r>
      <w:r>
        <w:t>.</w:t>
      </w:r>
    </w:p>
    <w:p w14:paraId="442CB901" w14:textId="77777777" w:rsidR="00586C48" w:rsidRPr="00F55AD7" w:rsidRDefault="00820C2C" w:rsidP="00CB1D11">
      <w:pPr>
        <w:pStyle w:val="Brdtekst"/>
        <w:suppressAutoHyphens/>
        <w:jc w:val="center"/>
      </w:pPr>
      <w:r>
        <w:rPr>
          <w:noProof/>
          <w:lang w:val="da-DK" w:eastAsia="da-DK"/>
        </w:rPr>
        <w:drawing>
          <wp:inline distT="0" distB="0" distL="0" distR="0" wp14:anchorId="2EB4336D" wp14:editId="5225B83C">
            <wp:extent cx="1743075" cy="1306153"/>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49880" cy="1311252"/>
                    </a:xfrm>
                    <a:prstGeom prst="rect">
                      <a:avLst/>
                    </a:prstGeom>
                    <a:noFill/>
                  </pic:spPr>
                </pic:pic>
              </a:graphicData>
            </a:graphic>
          </wp:inline>
        </w:drawing>
      </w:r>
    </w:p>
    <w:p w14:paraId="02C24431" w14:textId="77777777" w:rsidR="00586C48" w:rsidRDefault="00820C2C" w:rsidP="00CB1D11">
      <w:pPr>
        <w:pStyle w:val="Figurecaption"/>
        <w:suppressAutoHyphens/>
      </w:pPr>
      <w:bookmarkStart w:id="6" w:name="_Toc57212718"/>
      <w:bookmarkStart w:id="7" w:name="_Toc60405626"/>
      <w:r>
        <w:t>Example</w:t>
      </w:r>
      <w:r w:rsidR="00642ECC">
        <w:t xml:space="preserve"> of wrapping in line with text</w:t>
      </w:r>
      <w:bookmarkEnd w:id="6"/>
      <w:bookmarkEnd w:id="7"/>
    </w:p>
    <w:p w14:paraId="71BEC3B2" w14:textId="77777777" w:rsidR="00820C2C" w:rsidRPr="00820C2C" w:rsidRDefault="00820C2C" w:rsidP="00CB1D11">
      <w:pPr>
        <w:pStyle w:val="Brdtekst"/>
        <w:suppressAutoHyphens/>
      </w:pPr>
      <w:bookmarkStart w:id="8" w:name="_Hlk59195193"/>
      <w:r w:rsidRPr="00820C2C">
        <w:t xml:space="preserve">Figures should be centred with wrapping </w:t>
      </w:r>
      <w:r w:rsidRPr="007A4FEF">
        <w:rPr>
          <w:b/>
          <w:bCs/>
        </w:rPr>
        <w:t xml:space="preserve">In </w:t>
      </w:r>
      <w:r w:rsidR="007A4FEF" w:rsidRPr="007A4FEF">
        <w:rPr>
          <w:b/>
          <w:bCs/>
        </w:rPr>
        <w:t>L</w:t>
      </w:r>
      <w:r w:rsidRPr="007A4FEF">
        <w:rPr>
          <w:b/>
          <w:bCs/>
        </w:rPr>
        <w:t xml:space="preserve">ine with </w:t>
      </w:r>
      <w:r w:rsidR="007A4FEF" w:rsidRPr="007A4FEF">
        <w:rPr>
          <w:b/>
          <w:bCs/>
        </w:rPr>
        <w:t>T</w:t>
      </w:r>
      <w:r w:rsidRPr="007A4FEF">
        <w:rPr>
          <w:b/>
          <w:bCs/>
        </w:rPr>
        <w:t>ext</w:t>
      </w:r>
      <w:r w:rsidRPr="00820C2C">
        <w:t xml:space="preserve"> and labelled by writing the figure titles using</w:t>
      </w:r>
      <w:r w:rsidRPr="007A4FEF">
        <w:t xml:space="preserve"> the</w:t>
      </w:r>
      <w:r w:rsidRPr="007A4FEF">
        <w:rPr>
          <w:b/>
          <w:bCs/>
        </w:rPr>
        <w:t xml:space="preserve"> Figure caption</w:t>
      </w:r>
      <w:r w:rsidRPr="00820C2C">
        <w:t xml:space="preserve"> style below the figure. It is important to note that figures</w:t>
      </w:r>
      <w:r w:rsidR="007A4FEF">
        <w:t xml:space="preserve"> and</w:t>
      </w:r>
      <w:r w:rsidRPr="00820C2C">
        <w:t xml:space="preserve"> tables should be labelled in this manner with their respective styles to ensure that the tables in the contents section are updated correctly.  </w:t>
      </w:r>
    </w:p>
    <w:bookmarkEnd w:id="8"/>
    <w:p w14:paraId="3E6670D6" w14:textId="77777777" w:rsidR="00642ECC" w:rsidRDefault="00642ECC" w:rsidP="00CB1D11">
      <w:pPr>
        <w:pStyle w:val="Brdtekst"/>
        <w:suppressAutoHyphens/>
      </w:pPr>
    </w:p>
    <w:p w14:paraId="7B03A52B" w14:textId="77777777" w:rsidR="00642ECC" w:rsidRDefault="00586C66" w:rsidP="00CB1D11">
      <w:pPr>
        <w:pStyle w:val="Overskrift5"/>
        <w:suppressAutoHyphens/>
      </w:pPr>
      <w:r>
        <w:t xml:space="preserve">Alternative figure layout – </w:t>
      </w:r>
      <w:r w:rsidRPr="00586C66">
        <w:t>Heading</w:t>
      </w:r>
      <w:r>
        <w:t xml:space="preserve"> 5 style</w:t>
      </w:r>
    </w:p>
    <w:p w14:paraId="55E4643F" w14:textId="77777777" w:rsidR="00362816" w:rsidRDefault="00642ECC" w:rsidP="00CB1D11">
      <w:pPr>
        <w:pStyle w:val="Brdtekst"/>
        <w:suppressAutoHyphens/>
      </w:pPr>
      <w:bookmarkStart w:id="9" w:name="_Hlk59195221"/>
      <w:r>
        <w:rPr>
          <w:noProof/>
          <w:lang w:val="da-DK" w:eastAsia="da-DK"/>
        </w:rPr>
        <w:drawing>
          <wp:anchor distT="0" distB="0" distL="114300" distR="114300" simplePos="0" relativeHeight="251658240" behindDoc="0" locked="0" layoutInCell="1" allowOverlap="1" wp14:anchorId="0C19B542" wp14:editId="514B6830">
            <wp:simplePos x="0" y="0"/>
            <wp:positionH relativeFrom="column">
              <wp:posOffset>4434205</wp:posOffset>
            </wp:positionH>
            <wp:positionV relativeFrom="paragraph">
              <wp:posOffset>2540</wp:posOffset>
            </wp:positionV>
            <wp:extent cx="1915795" cy="2181225"/>
            <wp:effectExtent l="0" t="0" r="8255"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15795" cy="2181225"/>
                    </a:xfrm>
                    <a:prstGeom prst="rect">
                      <a:avLst/>
                    </a:prstGeom>
                    <a:noFill/>
                  </pic:spPr>
                </pic:pic>
              </a:graphicData>
            </a:graphic>
            <wp14:sizeRelH relativeFrom="page">
              <wp14:pctWidth>0</wp14:pctWidth>
            </wp14:sizeRelH>
            <wp14:sizeRelV relativeFrom="page">
              <wp14:pctHeight>0</wp14:pctHeight>
            </wp14:sizeRelV>
          </wp:anchor>
        </w:drawing>
      </w:r>
      <w:r w:rsidR="00362816">
        <w:t xml:space="preserve">Alternatively, figures can be offset with </w:t>
      </w:r>
      <w:r w:rsidR="007A4FEF" w:rsidRPr="007A4FEF">
        <w:rPr>
          <w:b/>
          <w:bCs/>
        </w:rPr>
        <w:t>Square</w:t>
      </w:r>
      <w:r w:rsidR="00362816">
        <w:t xml:space="preserve"> text wrapping so that the text does not overlap the figure but arranges the paragraph such that it continues onto the next line in an appropriately sized paragraph. </w:t>
      </w:r>
    </w:p>
    <w:p w14:paraId="35E6A805" w14:textId="77777777" w:rsidR="00F52277" w:rsidRDefault="00F52277" w:rsidP="00CB1D11">
      <w:pPr>
        <w:pStyle w:val="Brdtekst"/>
        <w:suppressAutoHyphens/>
      </w:pPr>
      <w:r>
        <w:t>If no figures are included in the guideline, the respective table on the contents page should be deleted</w:t>
      </w:r>
      <w:r w:rsidR="005F1314">
        <w:t>.</w:t>
      </w:r>
    </w:p>
    <w:bookmarkEnd w:id="9"/>
    <w:p w14:paraId="6CC88734" w14:textId="77777777" w:rsidR="00642ECC" w:rsidRDefault="00642ECC" w:rsidP="00CB1D11">
      <w:pPr>
        <w:pStyle w:val="Brdtekst"/>
        <w:suppressAutoHyphens/>
      </w:pPr>
    </w:p>
    <w:p w14:paraId="63F7C95A" w14:textId="77777777" w:rsidR="00642ECC" w:rsidRDefault="00642ECC" w:rsidP="00CB1D11">
      <w:pPr>
        <w:pStyle w:val="Brdtekst"/>
        <w:suppressAutoHyphens/>
      </w:pPr>
    </w:p>
    <w:p w14:paraId="33F47E74" w14:textId="77777777" w:rsidR="00642ECC" w:rsidRDefault="00642ECC" w:rsidP="00CB1D11">
      <w:pPr>
        <w:pStyle w:val="Brdtekst"/>
        <w:suppressAutoHyphens/>
      </w:pPr>
    </w:p>
    <w:p w14:paraId="45A3EC2D" w14:textId="77777777" w:rsidR="00642ECC" w:rsidRDefault="00642ECC" w:rsidP="00CB1D11">
      <w:pPr>
        <w:pStyle w:val="Brdtekst"/>
        <w:suppressAutoHyphens/>
        <w:jc w:val="right"/>
      </w:pPr>
    </w:p>
    <w:p w14:paraId="3CA8517D" w14:textId="77777777" w:rsidR="00642ECC" w:rsidRDefault="00642ECC" w:rsidP="00CB1D11">
      <w:pPr>
        <w:pStyle w:val="Brdtekst"/>
        <w:suppressAutoHyphens/>
        <w:jc w:val="right"/>
      </w:pPr>
    </w:p>
    <w:p w14:paraId="204B0BC4" w14:textId="77777777" w:rsidR="00642ECC" w:rsidRDefault="00642ECC" w:rsidP="00CB1D11">
      <w:pPr>
        <w:pStyle w:val="Figurecaption"/>
        <w:suppressAutoHyphens/>
        <w:jc w:val="right"/>
      </w:pPr>
      <w:bookmarkStart w:id="10" w:name="_Toc57212719"/>
      <w:bookmarkStart w:id="11" w:name="_Toc60405627"/>
      <w:r>
        <w:t>Example of wrapped square</w:t>
      </w:r>
      <w:bookmarkEnd w:id="10"/>
      <w:bookmarkEnd w:id="11"/>
    </w:p>
    <w:p w14:paraId="7A0F327F" w14:textId="77777777" w:rsidR="0046464D" w:rsidRPr="00F55AD7" w:rsidRDefault="00362816" w:rsidP="00CB1D11">
      <w:pPr>
        <w:pStyle w:val="Overskrift1"/>
        <w:suppressAutoHyphens/>
      </w:pPr>
      <w:bookmarkStart w:id="12" w:name="_Toc60408121"/>
      <w:r>
        <w:lastRenderedPageBreak/>
        <w:t xml:space="preserve">SECTION 2 – </w:t>
      </w:r>
      <w:r w:rsidRPr="00983287">
        <w:t>HEading</w:t>
      </w:r>
      <w:r>
        <w:t xml:space="preserve"> 1 style</w:t>
      </w:r>
      <w:bookmarkEnd w:id="12"/>
    </w:p>
    <w:p w14:paraId="3411193D" w14:textId="77777777" w:rsidR="0046464D" w:rsidRPr="00F55AD7" w:rsidRDefault="0046464D" w:rsidP="00CB1D11">
      <w:pPr>
        <w:pStyle w:val="Heading1separationline"/>
        <w:suppressAutoHyphens/>
      </w:pPr>
    </w:p>
    <w:p w14:paraId="0F02109B" w14:textId="77777777" w:rsidR="00362816" w:rsidRDefault="00362816" w:rsidP="00CB1D11">
      <w:pPr>
        <w:pStyle w:val="Brdtekst"/>
        <w:suppressAutoHyphens/>
      </w:pPr>
      <w:r>
        <w:t>Sections should be typed continuously, and generally page breaks or section breaks should not be entered between main sections. It may be necessary sometimes to insert a page break to allow for aesthetic layout e.g.</w:t>
      </w:r>
      <w:r w:rsidR="00983287">
        <w:t>,</w:t>
      </w:r>
      <w:r>
        <w:t xml:space="preserve"> not breaking a list over two pages.</w:t>
      </w:r>
    </w:p>
    <w:p w14:paraId="5D43BCCF" w14:textId="77777777" w:rsidR="0046464D" w:rsidRPr="00F55AD7" w:rsidRDefault="00642ECC" w:rsidP="00CB1D11">
      <w:pPr>
        <w:pStyle w:val="Overskrift2"/>
        <w:suppressAutoHyphens/>
      </w:pPr>
      <w:bookmarkStart w:id="13" w:name="_Toc60408122"/>
      <w:r>
        <w:t>S</w:t>
      </w:r>
      <w:r w:rsidR="00362816">
        <w:t xml:space="preserve">ection 2.1 – </w:t>
      </w:r>
      <w:r w:rsidR="00362816" w:rsidRPr="00983287">
        <w:t>Heading</w:t>
      </w:r>
      <w:r w:rsidR="00362816">
        <w:t xml:space="preserve"> 2 style</w:t>
      </w:r>
      <w:bookmarkEnd w:id="13"/>
    </w:p>
    <w:p w14:paraId="0AAF3B60" w14:textId="77777777" w:rsidR="0046464D" w:rsidRPr="00F55AD7" w:rsidRDefault="0046464D" w:rsidP="00CB1D11">
      <w:pPr>
        <w:pStyle w:val="Heading2separationline"/>
        <w:suppressAutoHyphens/>
      </w:pPr>
    </w:p>
    <w:p w14:paraId="7F85941C" w14:textId="77777777" w:rsidR="00362816" w:rsidRDefault="00362816" w:rsidP="00CB1D11">
      <w:pPr>
        <w:pStyle w:val="Brdtekst"/>
        <w:suppressAutoHyphens/>
      </w:pPr>
      <w:bookmarkStart w:id="14" w:name="_Hlk59200362"/>
      <w:r>
        <w:t xml:space="preserve">Tables should be centred on the page. The table label should be created using the </w:t>
      </w:r>
      <w:r w:rsidRPr="007A4FEF">
        <w:rPr>
          <w:b/>
          <w:bCs/>
        </w:rPr>
        <w:t>Table caption</w:t>
      </w:r>
      <w:r>
        <w:t xml:space="preserve"> style and the caption should be positioned above the table. </w:t>
      </w:r>
    </w:p>
    <w:p w14:paraId="428FE5E4" w14:textId="77777777" w:rsidR="004D6C87" w:rsidRDefault="00362816" w:rsidP="00CB1D11">
      <w:pPr>
        <w:pStyle w:val="Brdtekst"/>
        <w:suppressAutoHyphens/>
      </w:pPr>
      <w:r>
        <w:t xml:space="preserve">Table text should be </w:t>
      </w:r>
      <w:r w:rsidRPr="007A4FEF">
        <w:rPr>
          <w:b/>
          <w:bCs/>
        </w:rPr>
        <w:t>Table heading</w:t>
      </w:r>
      <w:r>
        <w:t xml:space="preserve"> style for the column or row headings and </w:t>
      </w:r>
      <w:r w:rsidRPr="007A4FEF">
        <w:rPr>
          <w:b/>
          <w:bCs/>
        </w:rPr>
        <w:t xml:space="preserve">Table text </w:t>
      </w:r>
      <w:r>
        <w:t xml:space="preserve">style for the content. </w:t>
      </w:r>
      <w:bookmarkStart w:id="15" w:name="_Hlk60412431"/>
      <w:bookmarkStart w:id="16" w:name="_Toc59360257"/>
      <w:bookmarkEnd w:id="14"/>
      <w:r w:rsidR="004D6C87">
        <w:t xml:space="preserve">The style </w:t>
      </w:r>
      <w:r w:rsidR="004D6C87" w:rsidRPr="004076B9">
        <w:rPr>
          <w:b/>
          <w:bCs/>
        </w:rPr>
        <w:t>Table inset list</w:t>
      </w:r>
      <w:r w:rsidR="004D6C87">
        <w:t xml:space="preserve"> can be used for bulleted content within a table. The default table layout is for left justified and vertically centred table text but this can be amended using the table Layout menu to suit the content.</w:t>
      </w:r>
    </w:p>
    <w:bookmarkEnd w:id="15"/>
    <w:p w14:paraId="25732F13" w14:textId="77777777" w:rsidR="0046464D" w:rsidRPr="00F55AD7" w:rsidRDefault="00362816" w:rsidP="00CB1D11">
      <w:pPr>
        <w:pStyle w:val="Tablecaption"/>
        <w:suppressAutoHyphens/>
      </w:pPr>
      <w:r>
        <w:t>Example of table with row headers</w:t>
      </w:r>
      <w:bookmarkEnd w:id="16"/>
    </w:p>
    <w:tbl>
      <w:tblPr>
        <w:tblStyle w:val="Tabel-Gitter"/>
        <w:tblW w:w="0" w:type="auto"/>
        <w:jc w:val="center"/>
        <w:tblLook w:val="04A0" w:firstRow="1" w:lastRow="0" w:firstColumn="1" w:lastColumn="0" w:noHBand="0" w:noVBand="1"/>
      </w:tblPr>
      <w:tblGrid>
        <w:gridCol w:w="2541"/>
        <w:gridCol w:w="6701"/>
      </w:tblGrid>
      <w:tr w:rsidR="00854BCE" w:rsidRPr="00F55AD7" w14:paraId="31104E19" w14:textId="77777777" w:rsidTr="004D6C87">
        <w:trPr>
          <w:tblHeader/>
          <w:jc w:val="center"/>
        </w:trPr>
        <w:tc>
          <w:tcPr>
            <w:tcW w:w="2541" w:type="dxa"/>
          </w:tcPr>
          <w:p w14:paraId="4EE1BE2C" w14:textId="77777777" w:rsidR="00854BCE" w:rsidRPr="00C1400A" w:rsidRDefault="00C1400A" w:rsidP="00CB1D11">
            <w:pPr>
              <w:pStyle w:val="Tableheading"/>
              <w:suppressAutoHyphens/>
            </w:pPr>
            <w:r>
              <w:t>Table heading</w:t>
            </w:r>
          </w:p>
        </w:tc>
        <w:tc>
          <w:tcPr>
            <w:tcW w:w="6701" w:type="dxa"/>
          </w:tcPr>
          <w:p w14:paraId="454988C2" w14:textId="77777777" w:rsidR="00854BCE" w:rsidRPr="00F55AD7" w:rsidRDefault="00C1400A" w:rsidP="00CB1D11">
            <w:pPr>
              <w:pStyle w:val="Tabletext"/>
              <w:suppressAutoHyphens/>
            </w:pPr>
            <w:r>
              <w:t>Table text</w:t>
            </w:r>
          </w:p>
        </w:tc>
      </w:tr>
      <w:tr w:rsidR="00854BCE" w:rsidRPr="00F55AD7" w14:paraId="4663285A" w14:textId="77777777" w:rsidTr="004D6C87">
        <w:trPr>
          <w:jc w:val="center"/>
        </w:trPr>
        <w:tc>
          <w:tcPr>
            <w:tcW w:w="2541" w:type="dxa"/>
          </w:tcPr>
          <w:p w14:paraId="5990E3D5" w14:textId="77777777" w:rsidR="00854BCE" w:rsidRPr="00F55AD7" w:rsidRDefault="00C1400A" w:rsidP="00CB1D11">
            <w:pPr>
              <w:pStyle w:val="Tableheading"/>
              <w:suppressAutoHyphens/>
            </w:pPr>
            <w:r>
              <w:t>Table heading</w:t>
            </w:r>
          </w:p>
        </w:tc>
        <w:tc>
          <w:tcPr>
            <w:tcW w:w="6701" w:type="dxa"/>
          </w:tcPr>
          <w:p w14:paraId="2681388C" w14:textId="77777777" w:rsidR="00854BCE" w:rsidRPr="00F55AD7" w:rsidRDefault="00C1400A" w:rsidP="00CB1D11">
            <w:pPr>
              <w:pStyle w:val="Tabletext"/>
              <w:suppressAutoHyphens/>
            </w:pPr>
            <w:r>
              <w:rPr>
                <w:color w:val="000000"/>
              </w:rPr>
              <w:t>Table text</w:t>
            </w:r>
          </w:p>
        </w:tc>
      </w:tr>
      <w:tr w:rsidR="005F1314" w:rsidRPr="00F55AD7" w14:paraId="2D47C756" w14:textId="77777777" w:rsidTr="004D6C87">
        <w:trPr>
          <w:trHeight w:val="359"/>
          <w:jc w:val="center"/>
        </w:trPr>
        <w:tc>
          <w:tcPr>
            <w:tcW w:w="2541" w:type="dxa"/>
          </w:tcPr>
          <w:p w14:paraId="650FE833" w14:textId="77777777" w:rsidR="005F1314" w:rsidRPr="00F55AD7" w:rsidRDefault="005F1314" w:rsidP="00CB1D11">
            <w:pPr>
              <w:pStyle w:val="Tableheading"/>
              <w:suppressAutoHyphens/>
            </w:pPr>
            <w:r w:rsidRPr="00404104">
              <w:t>Table heading</w:t>
            </w:r>
          </w:p>
        </w:tc>
        <w:tc>
          <w:tcPr>
            <w:tcW w:w="6701" w:type="dxa"/>
          </w:tcPr>
          <w:p w14:paraId="2E4BCEC2" w14:textId="77777777" w:rsidR="005F1314" w:rsidRPr="00F55AD7" w:rsidRDefault="005F1314" w:rsidP="00CB1D11">
            <w:pPr>
              <w:pStyle w:val="Tabletext"/>
              <w:suppressAutoHyphens/>
              <w:rPr>
                <w:color w:val="000000"/>
              </w:rPr>
            </w:pPr>
            <w:r w:rsidRPr="00404104">
              <w:t>Table text</w:t>
            </w:r>
          </w:p>
        </w:tc>
      </w:tr>
    </w:tbl>
    <w:p w14:paraId="35B7066F" w14:textId="77777777" w:rsidR="00362816" w:rsidRDefault="00362816" w:rsidP="00CB1D11">
      <w:pPr>
        <w:pStyle w:val="Brdtekst"/>
        <w:suppressAutoHyphens/>
      </w:pPr>
    </w:p>
    <w:p w14:paraId="497EA225" w14:textId="77777777" w:rsidR="00854BCE" w:rsidRPr="00F55AD7" w:rsidRDefault="00362816" w:rsidP="00CB1D11">
      <w:pPr>
        <w:pStyle w:val="Brdtekst"/>
        <w:suppressAutoHyphens/>
      </w:pPr>
      <w:r w:rsidRPr="00362816">
        <w:t>Space below the table should be maintained or inserted as necessary for clarity.</w:t>
      </w:r>
    </w:p>
    <w:p w14:paraId="1A1F4CC5" w14:textId="77777777" w:rsidR="00380F88" w:rsidRPr="00F55AD7" w:rsidRDefault="00362816" w:rsidP="00CB1D11">
      <w:pPr>
        <w:pStyle w:val="Tablecaption"/>
        <w:suppressAutoHyphens/>
      </w:pPr>
      <w:bookmarkStart w:id="17" w:name="_Toc59360258"/>
      <w:r>
        <w:t>Example of table with column headers</w:t>
      </w:r>
      <w:bookmarkEnd w:id="17"/>
    </w:p>
    <w:tbl>
      <w:tblPr>
        <w:tblStyle w:val="Tabel-Gitter"/>
        <w:tblW w:w="0" w:type="auto"/>
        <w:jc w:val="center"/>
        <w:tblLook w:val="04A0" w:firstRow="1" w:lastRow="0" w:firstColumn="1" w:lastColumn="0" w:noHBand="0" w:noVBand="1"/>
      </w:tblPr>
      <w:tblGrid>
        <w:gridCol w:w="1908"/>
        <w:gridCol w:w="2907"/>
        <w:gridCol w:w="2551"/>
        <w:gridCol w:w="2210"/>
      </w:tblGrid>
      <w:tr w:rsidR="005F1314" w:rsidRPr="00F55AD7" w14:paraId="319975D2" w14:textId="77777777" w:rsidTr="00B75110">
        <w:trPr>
          <w:cantSplit/>
          <w:tblHeader/>
          <w:jc w:val="center"/>
        </w:trPr>
        <w:tc>
          <w:tcPr>
            <w:tcW w:w="1908" w:type="dxa"/>
            <w:shd w:val="clear" w:color="auto" w:fill="auto"/>
          </w:tcPr>
          <w:p w14:paraId="3DD0E78D" w14:textId="77777777" w:rsidR="005F1314" w:rsidRPr="00F55AD7" w:rsidRDefault="005F1314" w:rsidP="00CB1D11">
            <w:pPr>
              <w:pStyle w:val="Tableheading"/>
              <w:suppressAutoHyphens/>
            </w:pPr>
            <w:r>
              <w:t>Table heading</w:t>
            </w:r>
          </w:p>
        </w:tc>
        <w:tc>
          <w:tcPr>
            <w:tcW w:w="2907" w:type="dxa"/>
            <w:shd w:val="clear" w:color="auto" w:fill="auto"/>
          </w:tcPr>
          <w:p w14:paraId="124FD8BA" w14:textId="77777777" w:rsidR="005F1314" w:rsidRPr="00F55AD7" w:rsidRDefault="005F1314" w:rsidP="00CB1D11">
            <w:pPr>
              <w:pStyle w:val="Tableheading"/>
              <w:suppressAutoHyphens/>
            </w:pPr>
            <w:r w:rsidRPr="0024784D">
              <w:t>Table heading</w:t>
            </w:r>
          </w:p>
        </w:tc>
        <w:tc>
          <w:tcPr>
            <w:tcW w:w="2551" w:type="dxa"/>
            <w:shd w:val="clear" w:color="auto" w:fill="auto"/>
          </w:tcPr>
          <w:p w14:paraId="1C3A1C82" w14:textId="77777777" w:rsidR="005F1314" w:rsidRPr="00F55AD7" w:rsidRDefault="005F1314" w:rsidP="00CB1D11">
            <w:pPr>
              <w:pStyle w:val="Tableheading"/>
              <w:suppressAutoHyphens/>
            </w:pPr>
            <w:r w:rsidRPr="0024784D">
              <w:t>Table heading</w:t>
            </w:r>
          </w:p>
        </w:tc>
        <w:tc>
          <w:tcPr>
            <w:tcW w:w="2210" w:type="dxa"/>
            <w:shd w:val="clear" w:color="auto" w:fill="auto"/>
          </w:tcPr>
          <w:p w14:paraId="7C645EE5" w14:textId="77777777" w:rsidR="005F1314" w:rsidRPr="00F55AD7" w:rsidRDefault="005F1314" w:rsidP="00CB1D11">
            <w:pPr>
              <w:pStyle w:val="Tableheading"/>
              <w:suppressAutoHyphens/>
            </w:pPr>
            <w:r w:rsidRPr="0024784D">
              <w:t>Table heading</w:t>
            </w:r>
          </w:p>
        </w:tc>
      </w:tr>
      <w:tr w:rsidR="004D6C87" w:rsidRPr="00F55AD7" w14:paraId="64A1DB36" w14:textId="77777777" w:rsidTr="004D6C87">
        <w:trPr>
          <w:cantSplit/>
          <w:jc w:val="center"/>
        </w:trPr>
        <w:tc>
          <w:tcPr>
            <w:tcW w:w="1908" w:type="dxa"/>
          </w:tcPr>
          <w:p w14:paraId="6749D23A" w14:textId="77777777" w:rsidR="004D6C87" w:rsidRPr="00F55AD7" w:rsidRDefault="004D6C87" w:rsidP="00CB1D11">
            <w:pPr>
              <w:pStyle w:val="Tabletext"/>
              <w:suppressAutoHyphens/>
            </w:pPr>
            <w:r w:rsidRPr="006F1A43">
              <w:t>Table text</w:t>
            </w:r>
          </w:p>
        </w:tc>
        <w:tc>
          <w:tcPr>
            <w:tcW w:w="2907" w:type="dxa"/>
          </w:tcPr>
          <w:p w14:paraId="1612EC37" w14:textId="77777777" w:rsidR="004D6C87" w:rsidRPr="00F55AD7" w:rsidRDefault="004D6C87" w:rsidP="00CB1D11">
            <w:pPr>
              <w:pStyle w:val="Tabletext"/>
              <w:suppressAutoHyphens/>
            </w:pPr>
            <w:r w:rsidRPr="006F1A43">
              <w:t>Table text</w:t>
            </w:r>
          </w:p>
        </w:tc>
        <w:tc>
          <w:tcPr>
            <w:tcW w:w="2551" w:type="dxa"/>
          </w:tcPr>
          <w:p w14:paraId="6EFCB818" w14:textId="77777777" w:rsidR="004D6C87" w:rsidRPr="00F55AD7" w:rsidRDefault="004D6C87" w:rsidP="00CB1D11">
            <w:pPr>
              <w:pStyle w:val="Tabletext"/>
              <w:suppressAutoHyphens/>
            </w:pPr>
            <w:r w:rsidRPr="006F1A43">
              <w:t>Table text</w:t>
            </w:r>
          </w:p>
        </w:tc>
        <w:tc>
          <w:tcPr>
            <w:tcW w:w="2210" w:type="dxa"/>
          </w:tcPr>
          <w:p w14:paraId="702F60CF" w14:textId="77777777" w:rsidR="004D6C87" w:rsidRPr="00F55AD7" w:rsidRDefault="004D6C87" w:rsidP="00CB1D11">
            <w:pPr>
              <w:pStyle w:val="Tabletext"/>
              <w:suppressAutoHyphens/>
            </w:pPr>
            <w:r w:rsidRPr="006F1A43">
              <w:t>Table text</w:t>
            </w:r>
          </w:p>
        </w:tc>
      </w:tr>
      <w:tr w:rsidR="004D6C87" w:rsidRPr="00F55AD7" w14:paraId="0F072554" w14:textId="77777777" w:rsidTr="004D6C87">
        <w:trPr>
          <w:cantSplit/>
          <w:jc w:val="center"/>
        </w:trPr>
        <w:tc>
          <w:tcPr>
            <w:tcW w:w="1908" w:type="dxa"/>
          </w:tcPr>
          <w:p w14:paraId="306383C1" w14:textId="77777777" w:rsidR="004D6C87" w:rsidRDefault="004D6C87" w:rsidP="00CB1D11">
            <w:pPr>
              <w:pStyle w:val="Tabletext"/>
              <w:suppressAutoHyphens/>
              <w:rPr>
                <w:color w:val="000000"/>
              </w:rPr>
            </w:pPr>
            <w:r w:rsidRPr="006F1A43">
              <w:t>Table text</w:t>
            </w:r>
          </w:p>
        </w:tc>
        <w:tc>
          <w:tcPr>
            <w:tcW w:w="2907" w:type="dxa"/>
          </w:tcPr>
          <w:p w14:paraId="74C2547C" w14:textId="77777777" w:rsidR="004D6C87" w:rsidRDefault="004D6C87" w:rsidP="00CB1D11">
            <w:pPr>
              <w:pStyle w:val="Tabletext"/>
              <w:suppressAutoHyphens/>
              <w:rPr>
                <w:color w:val="000000"/>
              </w:rPr>
            </w:pPr>
            <w:r w:rsidRPr="006F1A43">
              <w:t>Table text</w:t>
            </w:r>
          </w:p>
        </w:tc>
        <w:tc>
          <w:tcPr>
            <w:tcW w:w="2551" w:type="dxa"/>
          </w:tcPr>
          <w:p w14:paraId="5E2FFCED" w14:textId="77777777" w:rsidR="004D6C87" w:rsidRDefault="004D6C87" w:rsidP="00CB1D11">
            <w:pPr>
              <w:pStyle w:val="Tabletext"/>
              <w:suppressAutoHyphens/>
              <w:rPr>
                <w:color w:val="000000"/>
              </w:rPr>
            </w:pPr>
            <w:r w:rsidRPr="006F1A43">
              <w:t>Table text</w:t>
            </w:r>
          </w:p>
        </w:tc>
        <w:tc>
          <w:tcPr>
            <w:tcW w:w="2210" w:type="dxa"/>
          </w:tcPr>
          <w:p w14:paraId="7206EEE1" w14:textId="77777777" w:rsidR="004D6C87" w:rsidRDefault="004D6C87" w:rsidP="00CB1D11">
            <w:pPr>
              <w:pStyle w:val="Tabletext"/>
              <w:suppressAutoHyphens/>
              <w:rPr>
                <w:color w:val="000000"/>
              </w:rPr>
            </w:pPr>
            <w:r w:rsidRPr="006F1A43">
              <w:t>Table text</w:t>
            </w:r>
          </w:p>
        </w:tc>
      </w:tr>
      <w:tr w:rsidR="004D6C87" w:rsidRPr="00F55AD7" w14:paraId="2629A32C" w14:textId="77777777" w:rsidTr="004D6C87">
        <w:trPr>
          <w:cantSplit/>
          <w:jc w:val="center"/>
        </w:trPr>
        <w:tc>
          <w:tcPr>
            <w:tcW w:w="1908" w:type="dxa"/>
          </w:tcPr>
          <w:p w14:paraId="202FB719" w14:textId="77777777" w:rsidR="004D6C87" w:rsidRPr="00F55AD7" w:rsidRDefault="004D6C87" w:rsidP="00CB1D11">
            <w:pPr>
              <w:pStyle w:val="Tabletext"/>
              <w:suppressAutoHyphens/>
            </w:pPr>
            <w:r w:rsidRPr="006F1A43">
              <w:t>Table text</w:t>
            </w:r>
          </w:p>
        </w:tc>
        <w:tc>
          <w:tcPr>
            <w:tcW w:w="2907" w:type="dxa"/>
          </w:tcPr>
          <w:p w14:paraId="618FFAAB" w14:textId="77777777" w:rsidR="004D6C87" w:rsidRDefault="004D6C87" w:rsidP="00CB1D11">
            <w:pPr>
              <w:pStyle w:val="Tableinsetlist"/>
              <w:suppressAutoHyphens/>
              <w:jc w:val="left"/>
            </w:pPr>
            <w:r w:rsidRPr="006F1A43">
              <w:t xml:space="preserve">Table </w:t>
            </w:r>
            <w:r>
              <w:t>inset list</w:t>
            </w:r>
          </w:p>
          <w:p w14:paraId="6B9061FD" w14:textId="77777777" w:rsidR="004D6C87" w:rsidRDefault="004D6C87" w:rsidP="00CB1D11">
            <w:pPr>
              <w:pStyle w:val="Tableinsetlist"/>
              <w:suppressAutoHyphens/>
              <w:jc w:val="left"/>
            </w:pPr>
            <w:r>
              <w:t>Table inset list</w:t>
            </w:r>
          </w:p>
          <w:p w14:paraId="1D0C0805" w14:textId="77777777" w:rsidR="004D6C87" w:rsidRPr="00F55AD7" w:rsidRDefault="004D6C87" w:rsidP="00CB1D11">
            <w:pPr>
              <w:pStyle w:val="Tableinsetlist"/>
              <w:suppressAutoHyphens/>
              <w:jc w:val="left"/>
            </w:pPr>
            <w:r>
              <w:t>Table inset list</w:t>
            </w:r>
          </w:p>
        </w:tc>
        <w:tc>
          <w:tcPr>
            <w:tcW w:w="2551" w:type="dxa"/>
          </w:tcPr>
          <w:p w14:paraId="719C6AE0" w14:textId="77777777" w:rsidR="004D6C87" w:rsidRPr="00F55AD7" w:rsidRDefault="004D6C87" w:rsidP="00CB1D11">
            <w:pPr>
              <w:pStyle w:val="Tabletext"/>
              <w:suppressAutoHyphens/>
            </w:pPr>
            <w:r w:rsidRPr="006F1A43">
              <w:t>Table text</w:t>
            </w:r>
          </w:p>
        </w:tc>
        <w:tc>
          <w:tcPr>
            <w:tcW w:w="2210" w:type="dxa"/>
          </w:tcPr>
          <w:p w14:paraId="18BD0305" w14:textId="77777777" w:rsidR="004D6C87" w:rsidRPr="00F55AD7" w:rsidRDefault="004D6C87" w:rsidP="00CB1D11">
            <w:pPr>
              <w:pStyle w:val="Tabletext"/>
              <w:suppressAutoHyphens/>
            </w:pPr>
            <w:r w:rsidRPr="006F1A43">
              <w:t>Table text</w:t>
            </w:r>
          </w:p>
        </w:tc>
      </w:tr>
    </w:tbl>
    <w:p w14:paraId="266585FC" w14:textId="77777777" w:rsidR="00380F88" w:rsidRDefault="00380F88" w:rsidP="00CB1D11">
      <w:pPr>
        <w:pStyle w:val="Brdtekst"/>
        <w:suppressAutoHyphens/>
      </w:pPr>
    </w:p>
    <w:p w14:paraId="1FD1D477" w14:textId="77777777" w:rsidR="00F52277" w:rsidRDefault="00F52277" w:rsidP="00CB1D11">
      <w:pPr>
        <w:pStyle w:val="Brdtekst"/>
        <w:suppressAutoHyphens/>
      </w:pPr>
      <w:bookmarkStart w:id="18" w:name="_Hlk59200431"/>
      <w:r>
        <w:t>If no tables are included in the guideline, the respective table on the contents page should be deleted.</w:t>
      </w:r>
      <w:bookmarkEnd w:id="18"/>
    </w:p>
    <w:p w14:paraId="4FD08A62" w14:textId="77777777" w:rsidR="00495DDA" w:rsidRPr="00F55AD7" w:rsidRDefault="005D329D" w:rsidP="00CB1D11">
      <w:pPr>
        <w:pStyle w:val="Overskrift1"/>
        <w:suppressAutoHyphens/>
      </w:pPr>
      <w:bookmarkStart w:id="19" w:name="_Toc60408123"/>
      <w:r>
        <w:t>Section 3 – Heading 1 Style</w:t>
      </w:r>
      <w:bookmarkEnd w:id="19"/>
    </w:p>
    <w:p w14:paraId="0E59B170" w14:textId="77777777" w:rsidR="00693B1F" w:rsidRPr="00F55AD7" w:rsidRDefault="00693B1F" w:rsidP="00CB1D11">
      <w:pPr>
        <w:pStyle w:val="Heading1separationline"/>
        <w:suppressAutoHyphens/>
      </w:pPr>
    </w:p>
    <w:p w14:paraId="21F8D561" w14:textId="77777777" w:rsidR="00E10BDB" w:rsidRPr="00F55AD7" w:rsidRDefault="005D329D" w:rsidP="00CB1D11">
      <w:pPr>
        <w:pStyle w:val="Overskrift2"/>
        <w:suppressAutoHyphens/>
      </w:pPr>
      <w:bookmarkStart w:id="20" w:name="_Toc60408124"/>
      <w:r>
        <w:t>Section 3.1 – Heading 2 style</w:t>
      </w:r>
      <w:bookmarkEnd w:id="20"/>
    </w:p>
    <w:p w14:paraId="621EACD9" w14:textId="77777777" w:rsidR="00CB59F3" w:rsidRPr="00F55AD7" w:rsidRDefault="00CB59F3" w:rsidP="00CB1D11">
      <w:pPr>
        <w:pStyle w:val="Heading2separationline"/>
        <w:suppressAutoHyphens/>
      </w:pPr>
    </w:p>
    <w:p w14:paraId="4DD9ED07" w14:textId="77777777" w:rsidR="005D329D" w:rsidRDefault="005D329D" w:rsidP="00CB1D11">
      <w:pPr>
        <w:pStyle w:val="Brdtekst"/>
        <w:suppressAutoHyphens/>
      </w:pPr>
      <w:bookmarkStart w:id="21" w:name="_Hlk59196357"/>
      <w:r>
        <w:t xml:space="preserve">The choice of numbered or bullet point lists depends on the context and content of the text and further guidance is given in </w:t>
      </w:r>
      <w:r w:rsidRPr="00CB1D11">
        <w:t xml:space="preserve">the </w:t>
      </w:r>
      <w:r w:rsidRPr="00CB1D11">
        <w:rPr>
          <w:i/>
          <w:iCs/>
        </w:rPr>
        <w:t>IALA Style Guide</w:t>
      </w:r>
      <w:r w:rsidRPr="00CB1D11">
        <w:t xml:space="preserve">.  </w:t>
      </w:r>
      <w:r w:rsidR="001535C6" w:rsidRPr="00CB1D11">
        <w:t>Bullets</w:t>
      </w:r>
      <w:r w:rsidR="001535C6">
        <w:t xml:space="preserve"> are preferred unless it is important that the list is numbered </w:t>
      </w:r>
      <w:r w:rsidR="00BC7FE0">
        <w:t>e.g.,</w:t>
      </w:r>
      <w:r w:rsidR="001535C6">
        <w:t xml:space="preserve"> for future reference or for a sequence.</w:t>
      </w:r>
    </w:p>
    <w:p w14:paraId="3C670A79" w14:textId="77777777" w:rsidR="00F52277" w:rsidRDefault="005D329D" w:rsidP="00CB1D11">
      <w:pPr>
        <w:pStyle w:val="Brdtekst"/>
        <w:suppressAutoHyphens/>
      </w:pPr>
      <w:bookmarkStart w:id="22" w:name="_Hlk59199279"/>
      <w:bookmarkEnd w:id="21"/>
      <w:r>
        <w:t>Three levels of list</w:t>
      </w:r>
      <w:r w:rsidR="001535C6">
        <w:t xml:space="preserve"> styles</w:t>
      </w:r>
      <w:r>
        <w:t xml:space="preserve"> are provided</w:t>
      </w:r>
      <w:r w:rsidR="001535C6">
        <w:t xml:space="preserve"> and these styles should be used rather than the default Microsoft Word numbering lists</w:t>
      </w:r>
      <w:r w:rsidR="00F52277">
        <w:t>:</w:t>
      </w:r>
      <w:r>
        <w:t xml:space="preserve"> </w:t>
      </w:r>
    </w:p>
    <w:bookmarkEnd w:id="22"/>
    <w:p w14:paraId="58099122" w14:textId="77777777" w:rsidR="005D329D" w:rsidRDefault="005D329D" w:rsidP="00CB1D11">
      <w:pPr>
        <w:pStyle w:val="List1"/>
        <w:suppressAutoHyphens/>
      </w:pPr>
      <w:r w:rsidRPr="001535C6">
        <w:t xml:space="preserve">List 1 </w:t>
      </w:r>
      <w:r w:rsidR="001535C6" w:rsidRPr="001535C6">
        <w:t>style</w:t>
      </w:r>
      <w:r w:rsidR="001535C6">
        <w:t xml:space="preserve"> </w:t>
      </w:r>
      <w:r>
        <w:t>example</w:t>
      </w:r>
    </w:p>
    <w:p w14:paraId="0211A2A4" w14:textId="77777777" w:rsidR="005D329D" w:rsidRDefault="005D329D" w:rsidP="00CB1D11">
      <w:pPr>
        <w:pStyle w:val="List1text"/>
        <w:suppressAutoHyphens/>
      </w:pPr>
      <w:r w:rsidRPr="001535C6">
        <w:rPr>
          <w:b/>
          <w:bCs/>
        </w:rPr>
        <w:t>List 1 text</w:t>
      </w:r>
      <w:r>
        <w:t xml:space="preserve"> </w:t>
      </w:r>
      <w:r w:rsidR="001535C6">
        <w:t xml:space="preserve">style </w:t>
      </w:r>
      <w:r>
        <w:t>example</w:t>
      </w:r>
    </w:p>
    <w:p w14:paraId="79992685" w14:textId="77777777" w:rsidR="005D329D" w:rsidRDefault="005D329D" w:rsidP="00CB1D11">
      <w:pPr>
        <w:pStyle w:val="Lista"/>
        <w:suppressAutoHyphens/>
      </w:pPr>
      <w:r w:rsidRPr="001535C6">
        <w:rPr>
          <w:b/>
          <w:bCs/>
        </w:rPr>
        <w:lastRenderedPageBreak/>
        <w:t xml:space="preserve">List a </w:t>
      </w:r>
      <w:r w:rsidR="001535C6" w:rsidRPr="001535C6">
        <w:t>style</w:t>
      </w:r>
      <w:r w:rsidR="001535C6">
        <w:t xml:space="preserve"> </w:t>
      </w:r>
      <w:r>
        <w:t>example</w:t>
      </w:r>
    </w:p>
    <w:p w14:paraId="0367BE53" w14:textId="77777777" w:rsidR="005D329D" w:rsidRDefault="005D329D" w:rsidP="00CB1D11">
      <w:pPr>
        <w:pStyle w:val="Listatext"/>
        <w:suppressAutoHyphens/>
      </w:pPr>
      <w:r w:rsidRPr="001535C6">
        <w:rPr>
          <w:b/>
          <w:bCs/>
        </w:rPr>
        <w:t xml:space="preserve">List a text </w:t>
      </w:r>
      <w:r w:rsidR="001535C6">
        <w:t xml:space="preserve">style </w:t>
      </w:r>
      <w:r>
        <w:t>example</w:t>
      </w:r>
    </w:p>
    <w:p w14:paraId="3DFD1FE3" w14:textId="77777777" w:rsidR="005D329D" w:rsidRDefault="005D329D" w:rsidP="00CB1D11">
      <w:pPr>
        <w:pStyle w:val="Listi"/>
        <w:suppressAutoHyphens/>
      </w:pPr>
      <w:r w:rsidRPr="001535C6">
        <w:rPr>
          <w:b/>
          <w:bCs/>
        </w:rPr>
        <w:t xml:space="preserve">List </w:t>
      </w:r>
      <w:proofErr w:type="spellStart"/>
      <w:r w:rsidRPr="001535C6">
        <w:rPr>
          <w:b/>
          <w:bCs/>
        </w:rPr>
        <w:t>i</w:t>
      </w:r>
      <w:proofErr w:type="spellEnd"/>
      <w:r>
        <w:t xml:space="preserve"> </w:t>
      </w:r>
      <w:r w:rsidR="001535C6" w:rsidRPr="00FF418D">
        <w:t>style</w:t>
      </w:r>
      <w:r w:rsidR="001535C6">
        <w:t xml:space="preserve"> </w:t>
      </w:r>
      <w:r w:rsidRPr="00E54676">
        <w:t>example</w:t>
      </w:r>
    </w:p>
    <w:p w14:paraId="32BD27F9" w14:textId="77777777" w:rsidR="005D329D" w:rsidRDefault="005D329D" w:rsidP="00CB1D11">
      <w:pPr>
        <w:pStyle w:val="Bullet3text"/>
      </w:pPr>
      <w:r w:rsidRPr="001535C6">
        <w:rPr>
          <w:b/>
          <w:bCs/>
        </w:rPr>
        <w:t xml:space="preserve">List </w:t>
      </w:r>
      <w:proofErr w:type="spellStart"/>
      <w:r w:rsidRPr="001535C6">
        <w:rPr>
          <w:b/>
          <w:bCs/>
        </w:rPr>
        <w:t>i</w:t>
      </w:r>
      <w:proofErr w:type="spellEnd"/>
      <w:r w:rsidRPr="001535C6">
        <w:rPr>
          <w:b/>
          <w:bCs/>
        </w:rPr>
        <w:t xml:space="preserve"> text</w:t>
      </w:r>
      <w:r>
        <w:t xml:space="preserve"> </w:t>
      </w:r>
      <w:r w:rsidR="001535C6">
        <w:t xml:space="preserve">style </w:t>
      </w:r>
      <w:r>
        <w:t>example</w:t>
      </w:r>
    </w:p>
    <w:p w14:paraId="1DB35380" w14:textId="77777777" w:rsidR="00F52277" w:rsidRDefault="00F52277" w:rsidP="00CB1D11">
      <w:pPr>
        <w:pStyle w:val="Brdtekst"/>
        <w:suppressAutoHyphens/>
      </w:pPr>
      <w:bookmarkStart w:id="23" w:name="_Hlk59199741"/>
      <w:r w:rsidRPr="00F52277">
        <w:t xml:space="preserve">Each </w:t>
      </w:r>
      <w:r w:rsidR="005F1314">
        <w:t>l</w:t>
      </w:r>
      <w:r>
        <w:t>ist</w:t>
      </w:r>
      <w:r w:rsidRPr="00F52277">
        <w:t xml:space="preserve"> style has a corresponding </w:t>
      </w:r>
      <w:r w:rsidR="005F1314">
        <w:t>l</w:t>
      </w:r>
      <w:r>
        <w:t xml:space="preserve">ist </w:t>
      </w:r>
      <w:r w:rsidRPr="00F52277">
        <w:t xml:space="preserve">text style that can be used for example, if the </w:t>
      </w:r>
      <w:r>
        <w:t>list</w:t>
      </w:r>
      <w:r w:rsidRPr="00F52277">
        <w:t xml:space="preserve"> requires more than one paragraph and the subsequent text needs to be aligned</w:t>
      </w:r>
      <w:r>
        <w:t>.</w:t>
      </w:r>
      <w:r w:rsidR="001535C6">
        <w:t xml:space="preserve"> If more than one list is used throughout the document it may be necessary to right click and select </w:t>
      </w:r>
      <w:r w:rsidR="001535C6" w:rsidRPr="001535C6">
        <w:rPr>
          <w:b/>
          <w:bCs/>
        </w:rPr>
        <w:t>Restart at 1</w:t>
      </w:r>
      <w:r w:rsidR="001535C6">
        <w:rPr>
          <w:b/>
          <w:bCs/>
        </w:rPr>
        <w:t xml:space="preserve"> </w:t>
      </w:r>
      <w:r w:rsidR="001535C6" w:rsidRPr="001535C6">
        <w:t>for subsequent lists.</w:t>
      </w:r>
    </w:p>
    <w:p w14:paraId="03971964" w14:textId="77777777" w:rsidR="005D329D" w:rsidRDefault="00642ECC" w:rsidP="00CB1D11">
      <w:pPr>
        <w:pStyle w:val="Overskrift2"/>
        <w:suppressAutoHyphens/>
      </w:pPr>
      <w:bookmarkStart w:id="24" w:name="_Toc60408125"/>
      <w:bookmarkEnd w:id="23"/>
      <w:r>
        <w:t>Section</w:t>
      </w:r>
      <w:r w:rsidR="00F52277">
        <w:t xml:space="preserve"> 3.2 – Heading 2 style</w:t>
      </w:r>
      <w:bookmarkEnd w:id="24"/>
    </w:p>
    <w:p w14:paraId="56B5B42B" w14:textId="77777777" w:rsidR="00F52277" w:rsidRDefault="00F52277" w:rsidP="00CB1D11">
      <w:pPr>
        <w:pStyle w:val="Heading2separationline"/>
        <w:suppressAutoHyphens/>
      </w:pPr>
    </w:p>
    <w:p w14:paraId="13CDC139" w14:textId="77777777" w:rsidR="00F52277" w:rsidRPr="00F52277" w:rsidRDefault="00F52277" w:rsidP="00CB1D11">
      <w:pPr>
        <w:pStyle w:val="Brdtekst"/>
        <w:suppressAutoHyphens/>
      </w:pPr>
      <w:r>
        <w:t>There are three levels of bullet point</w:t>
      </w:r>
      <w:r w:rsidR="001535C6">
        <w:t xml:space="preserve"> style</w:t>
      </w:r>
      <w:r>
        <w:t>s available:</w:t>
      </w:r>
    </w:p>
    <w:p w14:paraId="577A54E3" w14:textId="77777777" w:rsidR="00062874" w:rsidRDefault="00D603BF" w:rsidP="00CB1D11">
      <w:pPr>
        <w:pStyle w:val="Bullet1"/>
        <w:suppressAutoHyphens/>
      </w:pPr>
      <w:r w:rsidRPr="001535C6">
        <w:rPr>
          <w:b/>
          <w:bCs/>
        </w:rPr>
        <w:t>Bullet 1</w:t>
      </w:r>
      <w:r w:rsidR="001535C6">
        <w:t xml:space="preserve"> style</w:t>
      </w:r>
    </w:p>
    <w:p w14:paraId="0B17769D" w14:textId="77777777" w:rsidR="00723824" w:rsidRPr="00933EE0" w:rsidRDefault="00723824" w:rsidP="00CB1D11">
      <w:pPr>
        <w:pStyle w:val="Bullet1text"/>
      </w:pPr>
      <w:r w:rsidRPr="001535C6">
        <w:rPr>
          <w:b/>
          <w:bCs/>
        </w:rPr>
        <w:t>Bullet 1 text</w:t>
      </w:r>
      <w:r w:rsidR="001535C6">
        <w:t xml:space="preserve"> style</w:t>
      </w:r>
    </w:p>
    <w:p w14:paraId="1E2E18F6" w14:textId="77777777" w:rsidR="00062874" w:rsidRDefault="00D603BF" w:rsidP="00CB1D11">
      <w:pPr>
        <w:pStyle w:val="Bullet2"/>
        <w:suppressAutoHyphens/>
      </w:pPr>
      <w:r w:rsidRPr="001535C6">
        <w:rPr>
          <w:b/>
          <w:bCs/>
        </w:rPr>
        <w:t xml:space="preserve">Bullet </w:t>
      </w:r>
      <w:r w:rsidR="00723824" w:rsidRPr="001535C6">
        <w:rPr>
          <w:b/>
          <w:bCs/>
        </w:rPr>
        <w:t>2</w:t>
      </w:r>
      <w:r w:rsidR="001535C6">
        <w:t xml:space="preserve"> style</w:t>
      </w:r>
    </w:p>
    <w:p w14:paraId="69806A7C" w14:textId="77777777" w:rsidR="00723824" w:rsidRDefault="00723824" w:rsidP="00CB1D11">
      <w:pPr>
        <w:pStyle w:val="Bullet2text"/>
      </w:pPr>
      <w:r w:rsidRPr="001535C6">
        <w:rPr>
          <w:b/>
          <w:bCs/>
        </w:rPr>
        <w:t>Bullet 2</w:t>
      </w:r>
      <w:r>
        <w:t xml:space="preserve"> </w:t>
      </w:r>
      <w:r w:rsidRPr="001535C6">
        <w:rPr>
          <w:b/>
          <w:bCs/>
        </w:rPr>
        <w:t>text</w:t>
      </w:r>
      <w:r w:rsidR="001535C6">
        <w:t xml:space="preserve"> style</w:t>
      </w:r>
    </w:p>
    <w:p w14:paraId="7E81FE12" w14:textId="77777777" w:rsidR="00827301" w:rsidRDefault="00950B15" w:rsidP="00CB1D11">
      <w:pPr>
        <w:pStyle w:val="Bullet3"/>
        <w:suppressAutoHyphens/>
      </w:pPr>
      <w:r w:rsidRPr="001535C6">
        <w:rPr>
          <w:b/>
          <w:bCs/>
        </w:rPr>
        <w:t>Bullet 3</w:t>
      </w:r>
      <w:r w:rsidR="001535C6" w:rsidRPr="001535C6">
        <w:rPr>
          <w:b/>
          <w:bCs/>
        </w:rPr>
        <w:t xml:space="preserve"> </w:t>
      </w:r>
      <w:r w:rsidR="001535C6">
        <w:t>style</w:t>
      </w:r>
    </w:p>
    <w:p w14:paraId="5BFCEF60" w14:textId="77777777" w:rsidR="00950B15" w:rsidRPr="00933EE0" w:rsidRDefault="00950B15" w:rsidP="00CB1D11">
      <w:pPr>
        <w:pStyle w:val="Bullet3text"/>
      </w:pPr>
      <w:r w:rsidRPr="001535C6">
        <w:rPr>
          <w:b/>
          <w:bCs/>
        </w:rPr>
        <w:t>Bullet 3 text</w:t>
      </w:r>
      <w:r w:rsidR="001535C6">
        <w:t xml:space="preserve"> style</w:t>
      </w:r>
    </w:p>
    <w:p w14:paraId="11781304" w14:textId="77777777" w:rsidR="00835EA0" w:rsidRDefault="005D329D" w:rsidP="00CB1D11">
      <w:pPr>
        <w:pStyle w:val="Brdtekst"/>
        <w:suppressAutoHyphens/>
      </w:pPr>
      <w:bookmarkStart w:id="25" w:name="_Hlk57209154"/>
      <w:bookmarkStart w:id="26" w:name="_Hlk59199236"/>
      <w:r>
        <w:t xml:space="preserve">Each </w:t>
      </w:r>
      <w:r w:rsidR="00835EA0">
        <w:t>b</w:t>
      </w:r>
      <w:r>
        <w:t xml:space="preserve">ullet style has a corresponding </w:t>
      </w:r>
      <w:r w:rsidR="00835EA0">
        <w:t>b</w:t>
      </w:r>
      <w:r>
        <w:t>ullet text style that can be used for example, if the bullet requires more than one paragraph and the subsequent text needs to be aligned</w:t>
      </w:r>
      <w:bookmarkEnd w:id="25"/>
      <w:r w:rsidR="007A4FEF">
        <w:t>.</w:t>
      </w:r>
    </w:p>
    <w:p w14:paraId="467E2B76" w14:textId="77777777" w:rsidR="00642ECC" w:rsidRDefault="00642ECC" w:rsidP="00CB1D11">
      <w:pPr>
        <w:pStyle w:val="Overskrift2"/>
        <w:suppressAutoHyphens/>
      </w:pPr>
      <w:bookmarkStart w:id="27" w:name="_Toc60408126"/>
      <w:bookmarkEnd w:id="26"/>
      <w:r>
        <w:t>Section 3.3 – Heading 2 style</w:t>
      </w:r>
      <w:bookmarkEnd w:id="27"/>
    </w:p>
    <w:p w14:paraId="715631BE" w14:textId="77777777" w:rsidR="00642ECC" w:rsidRPr="00642ECC" w:rsidRDefault="00642ECC" w:rsidP="00CB1D11">
      <w:pPr>
        <w:pStyle w:val="Heading2separationline"/>
        <w:suppressAutoHyphens/>
      </w:pPr>
    </w:p>
    <w:p w14:paraId="12BF4B19" w14:textId="77777777" w:rsidR="00F52277" w:rsidRDefault="00F52277" w:rsidP="00CB1D11">
      <w:pPr>
        <w:pStyle w:val="Overskrift3"/>
        <w:suppressAutoHyphens/>
      </w:pPr>
      <w:bookmarkStart w:id="28" w:name="_Toc60408127"/>
      <w:r>
        <w:t>Equations</w:t>
      </w:r>
      <w:bookmarkEnd w:id="28"/>
    </w:p>
    <w:p w14:paraId="4FB0C856" w14:textId="77777777" w:rsidR="001E32E5" w:rsidRPr="001E32E5" w:rsidRDefault="001E32E5" w:rsidP="00CB1D11">
      <w:pPr>
        <w:pStyle w:val="Overskrift4"/>
        <w:suppressAutoHyphens/>
      </w:pPr>
      <w:r>
        <w:t>Layout</w:t>
      </w:r>
    </w:p>
    <w:p w14:paraId="4C02654E" w14:textId="77777777" w:rsidR="00835EA0" w:rsidRDefault="00835EA0" w:rsidP="00CB1D11">
      <w:pPr>
        <w:pStyle w:val="Brdtekst"/>
        <w:suppressAutoHyphens/>
      </w:pPr>
      <w:bookmarkStart w:id="29" w:name="_Hlk59179146"/>
      <w:r>
        <w:t>If equations are included in the main body of the text, they should be explicitly referred to in the running text and centred on the page.  Equations should be numbered consecutively with a right justified number in brackets e.g. (1) on the same line as the equation.</w:t>
      </w:r>
    </w:p>
    <w:p w14:paraId="12F547EA" w14:textId="77777777" w:rsidR="00835EA0" w:rsidRDefault="00835EA0" w:rsidP="00CB1D11">
      <w:pPr>
        <w:pStyle w:val="Brdtekst"/>
        <w:suppressAutoHyphens/>
      </w:pPr>
      <w:r>
        <w:t>Any explanatory terms should be indented immediately below the equation starting with the non-capitalised term “where” and each term punctuated with a semi-colon until the penultimate term which should also include a semi-colon and the non-capitalised word “and”. For example:</w:t>
      </w:r>
    </w:p>
    <w:p w14:paraId="66D4A908" w14:textId="77777777" w:rsidR="00835EA0" w:rsidRDefault="00835EA0" w:rsidP="00CB1D11">
      <w:pPr>
        <w:pStyle w:val="Brdtekst"/>
        <w:suppressAutoHyphens/>
      </w:pPr>
      <w:r>
        <w:t>The modified impulse response function is expressed by Equation (1):</w:t>
      </w:r>
    </w:p>
    <w:p w14:paraId="07658D9F" w14:textId="77777777" w:rsidR="00835EA0" w:rsidRPr="00254F58" w:rsidRDefault="00F96156" w:rsidP="00CB1D11">
      <w:pPr>
        <w:pStyle w:val="Brdtekst"/>
        <w:suppressAutoHyphens/>
      </w:pPr>
      <m:oMathPara>
        <m:oMath>
          <m:eqArr>
            <m:eqArrPr>
              <m:maxDist m:val="1"/>
              <m:ctrlPr>
                <w:rPr>
                  <w:rFonts w:ascii="Cambria Math" w:hAnsi="Cambria Math"/>
                </w:rPr>
              </m:ctrlPr>
            </m:eqArrPr>
            <m:e>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1</m:t>
                      </m:r>
                    </m:sub>
                  </m:sSub>
                </m:num>
                <m:den>
                  <m:sSub>
                    <m:sSubPr>
                      <m:ctrlPr>
                        <w:rPr>
                          <w:rFonts w:ascii="Cambria Math" w:hAnsi="Cambria Math"/>
                          <w:i/>
                        </w:rPr>
                      </m:ctrlPr>
                    </m:sSubPr>
                    <m:e>
                      <m:r>
                        <w:rPr>
                          <w:rFonts w:ascii="Cambria Math" w:hAnsi="Cambria Math"/>
                        </w:rPr>
                        <m:t>a</m:t>
                      </m:r>
                    </m:e>
                    <m:sub>
                      <m:r>
                        <w:rPr>
                          <w:rFonts w:ascii="Cambria Math" w:hAnsi="Cambria Math"/>
                        </w:rPr>
                        <m:t>1</m:t>
                      </m:r>
                    </m:sub>
                  </m:sSub>
                </m:den>
              </m:f>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a</m:t>
                          </m:r>
                        </m:e>
                        <m:sub>
                          <m:r>
                            <w:rPr>
                              <w:rFonts w:ascii="Cambria Math" w:hAnsi="Cambria Math"/>
                            </w:rPr>
                            <m:t>1</m:t>
                          </m:r>
                        </m:sub>
                      </m:sSub>
                    </m:den>
                  </m:f>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2</m:t>
                      </m:r>
                    </m:sub>
                  </m:sSub>
                </m:num>
                <m:den>
                  <m:sSub>
                    <m:sSubPr>
                      <m:ctrlPr>
                        <w:rPr>
                          <w:rFonts w:ascii="Cambria Math" w:hAnsi="Cambria Math"/>
                          <w:i/>
                        </w:rPr>
                      </m:ctrlPr>
                    </m:sSubPr>
                    <m:e>
                      <m:r>
                        <w:rPr>
                          <w:rFonts w:ascii="Cambria Math" w:hAnsi="Cambria Math"/>
                        </w:rPr>
                        <m:t>a</m:t>
                      </m:r>
                    </m:e>
                    <m:sub>
                      <m:r>
                        <w:rPr>
                          <w:rFonts w:ascii="Cambria Math" w:hAnsi="Cambria Math"/>
                        </w:rPr>
                        <m:t>2</m:t>
                      </m:r>
                    </m:sub>
                  </m:sSub>
                </m:den>
              </m:f>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a</m:t>
                          </m:r>
                        </m:e>
                        <m:sub>
                          <m:r>
                            <w:rPr>
                              <w:rFonts w:ascii="Cambria Math" w:hAnsi="Cambria Math"/>
                            </w:rPr>
                            <m:t>2</m:t>
                          </m:r>
                        </m:sub>
                      </m:sSub>
                    </m:den>
                  </m:f>
                </m:sup>
              </m:sSup>
              <m:r>
                <w:rPr>
                  <w:rFonts w:ascii="Cambria Math" w:hAnsi="Cambria Math"/>
                </w:rPr>
                <m:t>#</m:t>
              </m:r>
              <m:d>
                <m:dPr>
                  <m:ctrlPr>
                    <w:rPr>
                      <w:rFonts w:ascii="Cambria Math" w:hAnsi="Cambria Math"/>
                    </w:rPr>
                  </m:ctrlPr>
                </m:dPr>
                <m:e>
                  <m:r>
                    <m:rPr>
                      <m:sty m:val="p"/>
                    </m:rPr>
                    <w:rPr>
                      <w:rFonts w:ascii="Cambria Math" w:hAnsi="Cambria Math"/>
                    </w:rPr>
                    <m:t>1</m:t>
                  </m:r>
                </m:e>
              </m:d>
              <m:ctrlPr>
                <w:rPr>
                  <w:rFonts w:ascii="Cambria Math" w:hAnsi="Cambria Math"/>
                  <w:i/>
                </w:rPr>
              </m:ctrlPr>
            </m:e>
          </m:eqArr>
        </m:oMath>
      </m:oMathPara>
    </w:p>
    <w:p w14:paraId="5DF6CDF3" w14:textId="77777777" w:rsidR="00835EA0" w:rsidRPr="00254F58" w:rsidRDefault="00835EA0" w:rsidP="00CB1D11">
      <w:pPr>
        <w:pStyle w:val="Brdtekst"/>
        <w:suppressAutoHyphens/>
      </w:pPr>
      <w:proofErr w:type="gramStart"/>
      <w:r w:rsidRPr="00254F58">
        <w:t>where</w:t>
      </w:r>
      <w:proofErr w:type="gramEnd"/>
    </w:p>
    <w:p w14:paraId="6047BE2A" w14:textId="77777777" w:rsidR="00835EA0" w:rsidRPr="00254F58" w:rsidRDefault="00835EA0" w:rsidP="00CB1D11">
      <w:pPr>
        <w:pStyle w:val="Brdtekst"/>
        <w:suppressAutoHyphens/>
      </w:pPr>
      <w:r w:rsidRPr="00254F58">
        <w:tab/>
      </w:r>
      <m:oMath>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1</m:t>
                </m:r>
              </m:sub>
            </m:sSub>
          </m:num>
          <m:den>
            <m:sSub>
              <m:sSubPr>
                <m:ctrlPr>
                  <w:rPr>
                    <w:rFonts w:ascii="Cambria Math" w:hAnsi="Cambria Math"/>
                    <w:i/>
                  </w:rPr>
                </m:ctrlPr>
              </m:sSubPr>
              <m:e>
                <m:r>
                  <w:rPr>
                    <w:rFonts w:ascii="Cambria Math" w:hAnsi="Cambria Math"/>
                  </w:rPr>
                  <m:t>a</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2</m:t>
                </m:r>
              </m:sub>
            </m:sSub>
          </m:num>
          <m:den>
            <m:sSub>
              <m:sSubPr>
                <m:ctrlPr>
                  <w:rPr>
                    <w:rFonts w:ascii="Cambria Math" w:hAnsi="Cambria Math"/>
                    <w:i/>
                  </w:rPr>
                </m:ctrlPr>
              </m:sSubPr>
              <m:e>
                <m:r>
                  <w:rPr>
                    <w:rFonts w:ascii="Cambria Math" w:hAnsi="Cambria Math"/>
                  </w:rPr>
                  <m:t>a</m:t>
                </m:r>
              </m:e>
              <m:sub>
                <m:r>
                  <w:rPr>
                    <w:rFonts w:ascii="Cambria Math" w:hAnsi="Cambria Math"/>
                  </w:rPr>
                  <m:t>2</m:t>
                </m:r>
              </m:sub>
            </m:sSub>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a</m:t>
            </m:r>
          </m:den>
        </m:f>
      </m:oMath>
      <w:r w:rsidRPr="00254F58">
        <w:rPr>
          <w:i/>
        </w:rPr>
        <w:t xml:space="preserve"> ;</w:t>
      </w:r>
    </w:p>
    <w:p w14:paraId="3B5737C3" w14:textId="77777777" w:rsidR="00835EA0" w:rsidRPr="00254F58" w:rsidRDefault="00835EA0" w:rsidP="00CB1D11">
      <w:pPr>
        <w:pStyle w:val="Brdtekst"/>
        <w:suppressAutoHyphens/>
      </w:pPr>
      <w:r w:rsidRPr="00254F58">
        <w:tab/>
      </w:r>
      <m:oMath>
        <m:sSub>
          <m:sSubPr>
            <m:ctrlPr>
              <w:rPr>
                <w:rFonts w:ascii="Cambria Math" w:hAnsi="Cambria Math"/>
                <w:i/>
              </w:rPr>
            </m:ctrlPr>
          </m:sSubPr>
          <m:e>
            <m:r>
              <w:rPr>
                <w:rFonts w:ascii="Cambria Math" w:hAnsi="Cambria Math"/>
              </w:rPr>
              <m:t>w</m:t>
            </m:r>
          </m:e>
          <m:sub>
            <m:r>
              <w:rPr>
                <w:rFonts w:ascii="Cambria Math" w:hAnsi="Cambria Math"/>
              </w:rPr>
              <m:t xml:space="preserve">1 </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2</m:t>
            </m:r>
          </m:sub>
        </m:sSub>
        <m:r>
          <w:rPr>
            <w:rFonts w:ascii="Cambria Math" w:hAnsi="Cambria Math"/>
          </w:rPr>
          <m:t>=1</m:t>
        </m:r>
      </m:oMath>
      <w:r w:rsidRPr="00254F58">
        <w:rPr>
          <w:i/>
        </w:rPr>
        <w:t>;</w:t>
      </w:r>
    </w:p>
    <w:p w14:paraId="1C02F9E6" w14:textId="77777777" w:rsidR="00835EA0" w:rsidRPr="00254F58" w:rsidRDefault="00835EA0" w:rsidP="00CB1D11">
      <w:pPr>
        <w:pStyle w:val="Brdtekst"/>
        <w:suppressAutoHyphens/>
        <w:rPr>
          <w:i/>
        </w:rPr>
      </w:pPr>
      <w:r w:rsidRPr="00254F58">
        <w:tab/>
      </w:r>
      <m:oMath>
        <m:r>
          <w:rPr>
            <w:rFonts w:ascii="Cambria Math" w:hAnsi="Cambria Math"/>
          </w:rPr>
          <m:t>a=0.2s</m:t>
        </m:r>
      </m:oMath>
      <w:r w:rsidRPr="00254F58">
        <w:rPr>
          <w:i/>
        </w:rPr>
        <w:t>; and</w:t>
      </w:r>
    </w:p>
    <w:p w14:paraId="3939C007" w14:textId="77777777" w:rsidR="00835EA0" w:rsidRPr="005F1314" w:rsidRDefault="00835EA0" w:rsidP="00CB1D11">
      <w:pPr>
        <w:pStyle w:val="Brdtekst"/>
        <w:suppressAutoHyphens/>
        <w:rPr>
          <w:iCs/>
        </w:rPr>
      </w:pPr>
      <w:r w:rsidRPr="00254F58">
        <w:tab/>
      </w:r>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=0, when t&lt;0</m:t>
        </m:r>
      </m:oMath>
      <w:r w:rsidRPr="00254F58">
        <w:rPr>
          <w:i/>
        </w:rPr>
        <w:t>.</w:t>
      </w:r>
    </w:p>
    <w:p w14:paraId="77888D5A" w14:textId="77777777" w:rsidR="001E32E5" w:rsidRDefault="001E32E5" w:rsidP="00CB1D11">
      <w:pPr>
        <w:pStyle w:val="Overskrift4"/>
        <w:suppressAutoHyphens/>
      </w:pPr>
      <w:r>
        <w:lastRenderedPageBreak/>
        <w:t>Numbering</w:t>
      </w:r>
    </w:p>
    <w:p w14:paraId="4CA3BA78" w14:textId="77777777" w:rsidR="00835EA0" w:rsidRPr="00835EA0" w:rsidRDefault="00835EA0" w:rsidP="00CB1D11">
      <w:pPr>
        <w:pStyle w:val="Brdtekst"/>
        <w:suppressAutoHyphens/>
      </w:pPr>
      <w:r w:rsidRPr="00835EA0">
        <w:t xml:space="preserve">The preferred method for including equations in the template documents is the Microsoft Word Equation </w:t>
      </w:r>
      <w:r w:rsidR="00456DE1" w:rsidRPr="00835EA0">
        <w:t>Editor found</w:t>
      </w:r>
      <w:r w:rsidRPr="00835EA0">
        <w:t xml:space="preserve"> in the </w:t>
      </w:r>
      <w:r w:rsidRPr="00835EA0">
        <w:rPr>
          <w:b/>
          <w:bCs/>
        </w:rPr>
        <w:t>Insert</w:t>
      </w:r>
      <w:r w:rsidRPr="00835EA0">
        <w:t xml:space="preserve"> menu. The preferred layout and number reference described above can be achieved by typing #(x) where x is the number required immediately after the equation.</w:t>
      </w:r>
    </w:p>
    <w:p w14:paraId="40356257" w14:textId="77777777" w:rsidR="00835EA0" w:rsidRPr="00835EA0" w:rsidRDefault="00835EA0" w:rsidP="00CB1D11">
      <w:pPr>
        <w:pStyle w:val="Brdtekst"/>
        <w:suppressAutoHyphens/>
        <w:jc w:val="center"/>
      </w:pPr>
      <w:r w:rsidRPr="00835EA0">
        <w:rPr>
          <w:noProof/>
          <w:lang w:val="da-DK" w:eastAsia="da-DK"/>
        </w:rPr>
        <w:drawing>
          <wp:inline distT="0" distB="0" distL="0" distR="0" wp14:anchorId="54E8D0A7" wp14:editId="029980FF">
            <wp:extent cx="846033" cy="17946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t="1" r="3454" b="14357"/>
                    <a:stretch/>
                  </pic:blipFill>
                  <pic:spPr bwMode="auto">
                    <a:xfrm>
                      <a:off x="0" y="0"/>
                      <a:ext cx="846033" cy="179461"/>
                    </a:xfrm>
                    <a:prstGeom prst="rect">
                      <a:avLst/>
                    </a:prstGeom>
                    <a:ln>
                      <a:noFill/>
                    </a:ln>
                    <a:extLst>
                      <a:ext uri="{53640926-AAD7-44D8-BBD7-CCE9431645EC}">
                        <a14:shadowObscured xmlns:a14="http://schemas.microsoft.com/office/drawing/2010/main"/>
                      </a:ext>
                    </a:extLst>
                  </pic:spPr>
                </pic:pic>
              </a:graphicData>
            </a:graphic>
          </wp:inline>
        </w:drawing>
      </w:r>
    </w:p>
    <w:p w14:paraId="5B0A67CA" w14:textId="77777777" w:rsidR="00835EA0" w:rsidRPr="00835EA0" w:rsidRDefault="00835EA0" w:rsidP="00CB1D11">
      <w:pPr>
        <w:pStyle w:val="Figurecaption"/>
        <w:suppressAutoHyphens/>
      </w:pPr>
      <w:bookmarkStart w:id="30" w:name="_Toc58508722"/>
      <w:bookmarkStart w:id="31" w:name="_Toc60405628"/>
      <w:r w:rsidRPr="00835EA0">
        <w:t>Example of how to achieve right justified equation number</w:t>
      </w:r>
      <w:bookmarkEnd w:id="30"/>
      <w:bookmarkEnd w:id="31"/>
    </w:p>
    <w:p w14:paraId="393C9576" w14:textId="77777777" w:rsidR="00835EA0" w:rsidRPr="00835EA0" w:rsidRDefault="00835EA0" w:rsidP="00CB1D11">
      <w:pPr>
        <w:pStyle w:val="Brdtekst"/>
        <w:suppressAutoHyphens/>
      </w:pPr>
      <w:r w:rsidRPr="00835EA0">
        <w:t xml:space="preserve">For example, typing the formula followed by #(2) (as shown in Figure </w:t>
      </w:r>
      <w:r w:rsidR="00456DE1">
        <w:t>3</w:t>
      </w:r>
      <w:r w:rsidRPr="00835EA0">
        <w:t>) and then pressing return will result in the following equation centred on the page and number being displayed on the same line to the right:</w:t>
      </w:r>
    </w:p>
    <w:p w14:paraId="643EAAFA" w14:textId="77777777" w:rsidR="00835EA0" w:rsidRPr="00835EA0" w:rsidRDefault="00F96156" w:rsidP="00CB1D11">
      <w:pPr>
        <w:pStyle w:val="Brdtekst"/>
        <w:suppressAutoHyphens/>
      </w:pPr>
      <m:oMathPara>
        <m:oMath>
          <m:eqArr>
            <m:eqArrPr>
              <m:maxDist m:val="1"/>
              <m:ctrlPr>
                <w:rPr>
                  <w:rFonts w:ascii="Cambria Math" w:hAnsi="Cambria Math"/>
                </w:rPr>
              </m:ctrlPr>
            </m:eqArrPr>
            <m:e>
              <m:r>
                <w:rPr>
                  <w:rFonts w:ascii="Cambria Math" w:hAnsi="Cambria Math"/>
                </w:rPr>
                <m:t>A</m:t>
              </m:r>
              <m:r>
                <m:rPr>
                  <m:sty m:val="p"/>
                </m:rPr>
                <w:rPr>
                  <w:rFonts w:ascii="Cambria Math" w:hAnsi="Cambria Math"/>
                </w:rPr>
                <m:t>=</m:t>
              </m:r>
              <m:r>
                <w:rPr>
                  <w:rFonts w:ascii="Cambria Math" w:hAnsi="Cambria Math"/>
                </w:rPr>
                <m:t>π</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r>
                    <m:rPr>
                      <m:sty m:val="p"/>
                    </m:rPr>
                    <w:rPr>
                      <w:rFonts w:ascii="Cambria Math" w:hAnsi="Cambria Math"/>
                    </w:rPr>
                    <m:t>2</m:t>
                  </m:r>
                </m:e>
              </m:d>
            </m:e>
          </m:eqArr>
        </m:oMath>
      </m:oMathPara>
    </w:p>
    <w:p w14:paraId="5332343A" w14:textId="77777777" w:rsidR="00835EA0" w:rsidRPr="00835EA0" w:rsidRDefault="00835EA0" w:rsidP="00CB1D11">
      <w:pPr>
        <w:pStyle w:val="Brdtekst"/>
        <w:suppressAutoHyphens/>
      </w:pPr>
      <w:r w:rsidRPr="00835EA0">
        <w:t>Note that equations do not automatically renumber using this method. If another equation is inserted between two existing equations the number must be adjusted manually.</w:t>
      </w:r>
    </w:p>
    <w:p w14:paraId="480A7521" w14:textId="77777777" w:rsidR="00835EA0" w:rsidRPr="00835EA0" w:rsidRDefault="00835EA0" w:rsidP="00CB1D11">
      <w:pPr>
        <w:pStyle w:val="Brdtekst"/>
        <w:suppressAutoHyphens/>
      </w:pPr>
      <w:r w:rsidRPr="00835EA0">
        <w:t xml:space="preserve">Although the Microsoft Word Equation Editor is the preferred way of inserting equations, sometimes it is necessary to insert equations created elsewhere and copy those into the document as pictures.  In the example below, the equation is included as a picture, wrapped </w:t>
      </w:r>
      <w:r w:rsidRPr="00835EA0">
        <w:rPr>
          <w:b/>
          <w:bCs/>
        </w:rPr>
        <w:t>In Front of Text</w:t>
      </w:r>
      <w:r w:rsidRPr="00835EA0">
        <w:t>:</w:t>
      </w:r>
    </w:p>
    <w:p w14:paraId="543C4795" w14:textId="77777777" w:rsidR="00835EA0" w:rsidRPr="00835EA0" w:rsidRDefault="0022582A" w:rsidP="00CB1D11">
      <w:pPr>
        <w:pStyle w:val="Brdtekst"/>
        <w:suppressAutoHyphens/>
      </w:pPr>
      <w:r w:rsidRPr="00835EA0">
        <w:rPr>
          <w:noProof/>
          <w:lang w:val="da-DK" w:eastAsia="da-DK"/>
        </w:rPr>
        <w:drawing>
          <wp:anchor distT="0" distB="0" distL="114300" distR="114300" simplePos="0" relativeHeight="251660288" behindDoc="0" locked="0" layoutInCell="1" allowOverlap="1" wp14:anchorId="55F66072" wp14:editId="67DEDCE4">
            <wp:simplePos x="0" y="0"/>
            <wp:positionH relativeFrom="column">
              <wp:posOffset>2702560</wp:posOffset>
            </wp:positionH>
            <wp:positionV relativeFrom="paragraph">
              <wp:posOffset>188913</wp:posOffset>
            </wp:positionV>
            <wp:extent cx="790575" cy="295275"/>
            <wp:effectExtent l="0" t="0" r="9525"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790575" cy="295275"/>
                    </a:xfrm>
                    <a:prstGeom prst="rect">
                      <a:avLst/>
                    </a:prstGeom>
                  </pic:spPr>
                </pic:pic>
              </a:graphicData>
            </a:graphic>
          </wp:anchor>
        </w:drawing>
      </w:r>
      <w:r w:rsidR="00835EA0" w:rsidRPr="00835EA0">
        <w:t>“The area of a circle is shown in equation (3):</w:t>
      </w:r>
    </w:p>
    <w:p w14:paraId="2792FBBE" w14:textId="77777777" w:rsidR="00835EA0" w:rsidRPr="00835EA0" w:rsidRDefault="00835EA0" w:rsidP="00CB1D11">
      <w:pPr>
        <w:pStyle w:val="Equation"/>
        <w:suppressAutoHyphens/>
      </w:pPr>
    </w:p>
    <w:p w14:paraId="4CD06EFB" w14:textId="77777777" w:rsidR="00835EA0" w:rsidRPr="00835EA0" w:rsidRDefault="00456DE1" w:rsidP="00CB1D11">
      <w:pPr>
        <w:pStyle w:val="Brdtekst"/>
        <w:suppressAutoHyphens/>
      </w:pPr>
      <w:r>
        <w:t xml:space="preserve">The picture can be copied directly into the document. </w:t>
      </w:r>
      <w:r w:rsidR="00835EA0" w:rsidRPr="00835EA0">
        <w:t xml:space="preserve">To insert the </w:t>
      </w:r>
      <w:r>
        <w:t xml:space="preserve">corresponding </w:t>
      </w:r>
      <w:r w:rsidR="00835EA0" w:rsidRPr="00835EA0">
        <w:t xml:space="preserve">number manually select </w:t>
      </w:r>
      <w:r w:rsidR="00835EA0" w:rsidRPr="00835EA0">
        <w:rPr>
          <w:b/>
          <w:bCs/>
        </w:rPr>
        <w:t>Equation number</w:t>
      </w:r>
      <w:r w:rsidR="00835EA0" w:rsidRPr="00835EA0">
        <w:t xml:space="preserve"> paragraph style</w:t>
      </w:r>
      <w:r>
        <w:t xml:space="preserve">. </w:t>
      </w:r>
      <w:r w:rsidR="00835EA0" w:rsidRPr="00835EA0">
        <w:t>The author may need to manually adjust the picture position to ensure it is centred and level with the number, achieving consistency with the automatically generated Microsoft Word Equation Editor layout described above.</w:t>
      </w:r>
    </w:p>
    <w:p w14:paraId="733E6D8B" w14:textId="77777777" w:rsidR="00854BCE" w:rsidRPr="00F55AD7" w:rsidRDefault="00646AFD" w:rsidP="00CB1D11">
      <w:pPr>
        <w:pStyle w:val="Overskrift1"/>
        <w:suppressAutoHyphens/>
        <w:rPr>
          <w:caps w:val="0"/>
        </w:rPr>
      </w:pPr>
      <w:bookmarkStart w:id="32" w:name="_Toc60408128"/>
      <w:bookmarkEnd w:id="29"/>
      <w:r w:rsidRPr="00F55AD7">
        <w:rPr>
          <w:caps w:val="0"/>
        </w:rPr>
        <w:t>DEFINITIONS</w:t>
      </w:r>
      <w:bookmarkEnd w:id="32"/>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Brdtekst"/>
        <w:suppressAutoHyphens/>
      </w:pPr>
      <w:bookmarkStart w:id="33" w:name="_Hlk59209504"/>
      <w:r w:rsidRPr="00C843AC">
        <w:rPr>
          <w:rStyle w:val="BrdtekstTegn"/>
        </w:rPr>
        <w:t xml:space="preserve">The definitions of terms used in this Guideline can be found in the </w:t>
      </w:r>
      <w:r w:rsidRPr="00E51C33">
        <w:rPr>
          <w:rStyle w:val="BrdtekstTegn"/>
          <w:i/>
          <w:iCs/>
        </w:rPr>
        <w:t>International Dictionary of Marine Aids to Navigation</w:t>
      </w:r>
      <w:r w:rsidRPr="00C843AC">
        <w:rPr>
          <w:rStyle w:val="BrdtekstTegn"/>
        </w:rPr>
        <w:t xml:space="preserve"> (IALA </w:t>
      </w:r>
      <w:r w:rsidR="002C605E">
        <w:rPr>
          <w:rStyle w:val="BrdtekstTegn"/>
        </w:rPr>
        <w:t>d</w:t>
      </w:r>
      <w:r w:rsidRPr="00C843AC">
        <w:rPr>
          <w:rStyle w:val="BrdtekstTegn"/>
        </w:rPr>
        <w:t xml:space="preserve">ictionary) at </w:t>
      </w:r>
      <w:hyperlink r:id="rId29" w:history="1">
        <w:r w:rsidRPr="00C843AC">
          <w:rPr>
            <w:rStyle w:val="BrdtekstTegn"/>
          </w:rPr>
          <w:t>http://www.iala-aism.org/wiki/dictionary</w:t>
        </w:r>
      </w:hyperlink>
      <w:r>
        <w:rPr>
          <w:rStyle w:val="BrdtekstTegn"/>
        </w:rPr>
        <w:t xml:space="preserve"> </w:t>
      </w:r>
      <w:r w:rsidRPr="00C843AC">
        <w:rPr>
          <w:rStyle w:val="BrdtekstTegn"/>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Overskrift1"/>
        <w:keepLines w:val="0"/>
        <w:suppressAutoHyphens/>
      </w:pPr>
      <w:bookmarkStart w:id="34" w:name="_Toc60408129"/>
      <w:bookmarkStart w:id="35" w:name="_Hlk59202516"/>
      <w:bookmarkEnd w:id="33"/>
      <w:r>
        <w:t>abbreviations</w:t>
      </w:r>
      <w:bookmarkEnd w:id="34"/>
    </w:p>
    <w:p w14:paraId="24950812" w14:textId="77777777" w:rsidR="00AD12E6" w:rsidRDefault="00AD12E6" w:rsidP="00CB1D11">
      <w:pPr>
        <w:pStyle w:val="Heading1separationline"/>
        <w:keepNext/>
        <w:suppressAutoHyphens/>
      </w:pPr>
    </w:p>
    <w:p w14:paraId="0463701C" w14:textId="77777777" w:rsidR="001D11AC" w:rsidRPr="001D11AC" w:rsidRDefault="001D11AC" w:rsidP="00CB1D11">
      <w:pPr>
        <w:pStyle w:val="Brdtekst"/>
        <w:keepNext/>
        <w:suppressAutoHyphens/>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75D0A647" w14:textId="77777777"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Pr="005F1314" w:rsidRDefault="001D11AC" w:rsidP="00CB1D11">
      <w:pPr>
        <w:pStyle w:val="Abbreviations"/>
        <w:keepNext/>
        <w:suppressAutoHyphens/>
      </w:pPr>
      <w:r w:rsidRPr="005F1314">
        <w:t>VTS</w:t>
      </w:r>
      <w:r w:rsidRPr="005F1314">
        <w:tab/>
        <w:t>Vessel Traffic Services</w:t>
      </w:r>
    </w:p>
    <w:p w14:paraId="5AFF6DF0" w14:textId="77777777" w:rsidR="001D11AC" w:rsidRPr="001D11AC" w:rsidRDefault="001D11AC" w:rsidP="00CB1D11">
      <w:pPr>
        <w:pStyle w:val="Brdtekst"/>
        <w:keepNext/>
        <w:suppressAutoHyphens/>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142964DC" w14:textId="77777777" w:rsidR="00224DAB" w:rsidRPr="00224DAB" w:rsidRDefault="00200579" w:rsidP="00CB1D11">
      <w:pPr>
        <w:pStyle w:val="Overskrift1"/>
        <w:suppressAutoHyphens/>
      </w:pPr>
      <w:bookmarkStart w:id="36" w:name="_Toc60408130"/>
      <w:bookmarkEnd w:id="35"/>
      <w:r>
        <w:t>references</w:t>
      </w:r>
      <w:bookmarkEnd w:id="36"/>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Brdtekst"/>
        <w:suppressAutoHyphens/>
      </w:pPr>
      <w:bookmarkStart w:id="37"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rdtekst"/>
        <w:suppressAutoHyphens/>
      </w:pPr>
      <w:bookmarkStart w:id="38"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rdtekst"/>
        <w:suppressAutoHyphens/>
        <w:jc w:val="center"/>
      </w:pPr>
      <w:r>
        <w:rPr>
          <w:rStyle w:val="BrdtekstTegn"/>
        </w:rPr>
        <w:lastRenderedPageBreak/>
        <w:t>[</w:t>
      </w:r>
      <w:r w:rsidR="0022582A">
        <w:rPr>
          <w:rStyle w:val="BrdtekstTegn"/>
        </w:rPr>
        <w:t xml:space="preserve">Author </w:t>
      </w:r>
      <w:r w:rsidR="00CF10E3" w:rsidRPr="00CF10E3">
        <w:rPr>
          <w:rStyle w:val="BrdtekstTegn"/>
        </w:rPr>
        <w:t>surname</w:t>
      </w:r>
      <w:r>
        <w:rPr>
          <w:rStyle w:val="BrdtekstTegn"/>
        </w:rPr>
        <w:t>,] &lt;</w:t>
      </w:r>
      <w:r w:rsidR="00CF10E3" w:rsidRPr="00CF10E3">
        <w:rPr>
          <w:rStyle w:val="BrdtekstTegn"/>
        </w:rPr>
        <w:t>space</w:t>
      </w:r>
      <w:r>
        <w:rPr>
          <w:rStyle w:val="BrdtekstTegn"/>
        </w:rPr>
        <w:t>&gt; [</w:t>
      </w:r>
      <w:r w:rsidR="00CF10E3" w:rsidRPr="00CF10E3">
        <w:rPr>
          <w:rStyle w:val="BrdtekstTegn"/>
        </w:rPr>
        <w:t>initial.</w:t>
      </w:r>
      <w:r>
        <w:rPr>
          <w:rStyle w:val="BrdtekstTegn"/>
        </w:rPr>
        <w:t>] &lt;</w:t>
      </w:r>
      <w:r w:rsidR="00CF10E3" w:rsidRPr="00CF10E3">
        <w:rPr>
          <w:rStyle w:val="BrdtekstTegn"/>
        </w:rPr>
        <w:t>space</w:t>
      </w:r>
      <w:r>
        <w:rPr>
          <w:rStyle w:val="BrdtekstTegn"/>
        </w:rPr>
        <w:t>&gt; [</w:t>
      </w:r>
      <w:r w:rsidR="00CF10E3" w:rsidRPr="00CF10E3">
        <w:rPr>
          <w:rStyle w:val="BrdtekstTegn"/>
        </w:rPr>
        <w:t>year</w:t>
      </w:r>
      <w:r>
        <w:rPr>
          <w:rStyle w:val="BrdtekstTegn"/>
        </w:rPr>
        <w:t>] &lt;</w:t>
      </w:r>
      <w:r w:rsidR="00CF10E3" w:rsidRPr="00CF10E3">
        <w:rPr>
          <w:rStyle w:val="BrdtekstTegn"/>
        </w:rPr>
        <w:t>space</w:t>
      </w:r>
      <w:r>
        <w:rPr>
          <w:rStyle w:val="BrdtekstTegn"/>
        </w:rPr>
        <w:t>&gt; [</w:t>
      </w:r>
      <w:r w:rsidR="0022582A">
        <w:rPr>
          <w:rStyle w:val="BrdtekstTegn"/>
        </w:rPr>
        <w:t>title</w:t>
      </w:r>
      <w:r w:rsidR="00CF10E3" w:rsidRPr="00CF10E3">
        <w:t>.</w:t>
      </w:r>
      <w:r>
        <w:t>]</w:t>
      </w:r>
    </w:p>
    <w:p w14:paraId="45C238F1" w14:textId="77777777" w:rsidR="00CF10E3" w:rsidRPr="00CF10E3" w:rsidRDefault="00CF10E3" w:rsidP="00CB1D11">
      <w:pPr>
        <w:pStyle w:val="Brdtekst"/>
        <w:suppressAutoHyphens/>
        <w:jc w:val="left"/>
      </w:pPr>
      <w:r w:rsidRPr="00CF10E3">
        <w:t>For example:</w:t>
      </w:r>
    </w:p>
    <w:p w14:paraId="470F4846" w14:textId="77777777" w:rsidR="00CF10E3" w:rsidRPr="00CF10E3" w:rsidRDefault="00CF10E3" w:rsidP="00CB1D11">
      <w:pPr>
        <w:pStyle w:val="Brdteks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rdteks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39" w:name="_Hlk58941431"/>
      <w:bookmarkStart w:id="40" w:name="_Hlk58941398"/>
      <w:bookmarkEnd w:id="38"/>
      <w:r w:rsidRPr="00CF10E3">
        <w:t>Hawking, S. (2001) The Universe in a Nutshell.</w:t>
      </w:r>
    </w:p>
    <w:p w14:paraId="159A254B" w14:textId="77777777" w:rsidR="00CF10E3" w:rsidRDefault="00CF10E3" w:rsidP="00CB1D11">
      <w:pPr>
        <w:pStyle w:val="Reference"/>
        <w:suppressAutoHyphens/>
      </w:pPr>
      <w:bookmarkStart w:id="41" w:name="_Hlk58941458"/>
      <w:bookmarkEnd w:id="39"/>
      <w:r w:rsidRPr="00CF10E3">
        <w:t>Hawking, S. (1988) A Brief History of Time.</w:t>
      </w:r>
    </w:p>
    <w:bookmarkEnd w:id="40"/>
    <w:bookmarkEnd w:id="41"/>
    <w:p w14:paraId="55956F48" w14:textId="77777777" w:rsidR="003032C4" w:rsidRDefault="009F4A19" w:rsidP="00CB1D11">
      <w:pPr>
        <w:pStyle w:val="Brdteks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p>
    <w:p w14:paraId="60DB1078" w14:textId="77777777" w:rsidR="0004255E" w:rsidRDefault="0004255E" w:rsidP="00CB1D11">
      <w:pPr>
        <w:pStyle w:val="Overskrift1"/>
        <w:suppressAutoHyphens/>
      </w:pPr>
      <w:bookmarkStart w:id="42" w:name="_Toc60408131"/>
      <w:bookmarkEnd w:id="37"/>
      <w:r>
        <w:t>Further reading</w:t>
      </w:r>
      <w:bookmarkEnd w:id="42"/>
    </w:p>
    <w:p w14:paraId="4F13BA56" w14:textId="77777777" w:rsidR="0004255E" w:rsidRDefault="0004255E" w:rsidP="00CB1D11">
      <w:pPr>
        <w:pStyle w:val="Heading1separationline"/>
        <w:suppressAutoHyphens/>
      </w:pPr>
    </w:p>
    <w:p w14:paraId="42E060EA" w14:textId="77777777" w:rsidR="0022582A" w:rsidRDefault="0022582A" w:rsidP="00CB1D11">
      <w:pPr>
        <w:pStyle w:val="Brdtekst"/>
        <w:suppressAutoHyphens/>
      </w:pPr>
      <w:bookmarkStart w:id="43" w:name="_Hlk58941611"/>
      <w:bookmarkStart w:id="44"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45" w:name="_Hlk58941649"/>
      <w:bookmarkEnd w:id="43"/>
      <w:r>
        <w:t>Einstein, A. (1905) Relativity: The Special and General Theory of Relativity</w:t>
      </w:r>
    </w:p>
    <w:p w14:paraId="61769757" w14:textId="77777777" w:rsidR="00001616" w:rsidRDefault="0022582A" w:rsidP="00CB1D11">
      <w:pPr>
        <w:pStyle w:val="Furtherreading"/>
        <w:suppressAutoHyphens/>
      </w:pPr>
      <w:r>
        <w:t>Idle, E. (1984) The Galaxy Song</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Overskrift1"/>
        <w:suppressAutoHyphens/>
      </w:pPr>
      <w:r>
        <w:lastRenderedPageBreak/>
        <w:t>Index</w:t>
      </w:r>
    </w:p>
    <w:p w14:paraId="6570CB2D" w14:textId="77777777" w:rsidR="00E5035D" w:rsidRDefault="00326BB4" w:rsidP="00CB1D11">
      <w:pPr>
        <w:pStyle w:val="Brdtekst"/>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44"/>
    <w:bookmarkEnd w:id="45"/>
    <w:p w14:paraId="332F760F" w14:textId="77777777" w:rsidR="00456DE1" w:rsidRDefault="00456DE1" w:rsidP="00CB1D11">
      <w:pPr>
        <w:pStyle w:val="Brdtekst"/>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6F80DC83" w14:textId="77777777" w:rsidR="00E877DC" w:rsidRDefault="00E877DC" w:rsidP="00D656A2">
      <w:pPr>
        <w:pStyle w:val="Appendix"/>
      </w:pPr>
      <w:bookmarkStart w:id="46" w:name="_Toc60408132"/>
      <w:r w:rsidRPr="00586C66">
        <w:lastRenderedPageBreak/>
        <w:t>Example</w:t>
      </w:r>
      <w:r>
        <w:t xml:space="preserve"> of appendix Title </w:t>
      </w:r>
      <w:r w:rsidR="00F91B03">
        <w:t>(</w:t>
      </w:r>
      <w:r w:rsidR="0009165E">
        <w:t>Head 1</w:t>
      </w:r>
      <w:r w:rsidR="00F91B03">
        <w:t>)</w:t>
      </w:r>
      <w:r w:rsidR="0009165E">
        <w:t xml:space="preserve"> </w:t>
      </w:r>
      <w:r>
        <w:t>style</w:t>
      </w:r>
      <w:bookmarkEnd w:id="46"/>
    </w:p>
    <w:p w14:paraId="3D988314" w14:textId="77777777" w:rsidR="00666380" w:rsidRDefault="00E877DC" w:rsidP="00CB1D11">
      <w:pPr>
        <w:pStyle w:val="Brdtekst"/>
        <w:suppressAutoHyphens/>
        <w:rPr>
          <w:b/>
          <w:bCs/>
        </w:rPr>
      </w:pPr>
      <w:bookmarkStart w:id="47"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47"/>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48"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rdteks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48"/>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rdtekst"/>
        <w:suppressAutoHyphens/>
      </w:pPr>
      <w:bookmarkStart w:id="49"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49"/>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rdtekst"/>
        <w:suppressAutoHyphens/>
      </w:pPr>
      <w:bookmarkStart w:id="50"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rdteks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p w14:paraId="4527D4E9" w14:textId="77777777" w:rsidR="00E5035D" w:rsidRDefault="00E76B2C" w:rsidP="00CB1D11">
      <w:pPr>
        <w:pStyle w:val="Annex"/>
        <w:suppressAutoHyphens/>
        <w:rPr>
          <w:lang w:eastAsia="en-GB"/>
        </w:rPr>
      </w:pPr>
      <w:bookmarkStart w:id="51" w:name="_Toc60408133"/>
      <w:bookmarkEnd w:id="50"/>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bookmarkEnd w:id="51"/>
    </w:p>
    <w:p w14:paraId="241FCA49" w14:textId="77777777" w:rsidR="00E76B2C" w:rsidRDefault="00E76B2C" w:rsidP="00CB1D11">
      <w:pPr>
        <w:pStyle w:val="Brdteks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rdtekst"/>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rdtekst"/>
        <w:suppressAutoHyphens/>
        <w:rPr>
          <w:lang w:eastAsia="en-GB"/>
        </w:rPr>
      </w:pPr>
      <w:bookmarkStart w:id="52"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52"/>
    <w:p w14:paraId="422D9E51" w14:textId="77777777" w:rsidR="00983287" w:rsidRDefault="000C2857" w:rsidP="00CB1D11">
      <w:pPr>
        <w:pStyle w:val="AnnexFigureCaption"/>
        <w:suppressAutoHyphens/>
      </w:pPr>
      <w:r>
        <w:t>Example of annex figure caption</w:t>
      </w:r>
    </w:p>
    <w:p w14:paraId="6B1F66B6" w14:textId="77777777" w:rsidR="00DF47E2" w:rsidRPr="00DF47E2" w:rsidRDefault="00E5035D" w:rsidP="00CB1D11">
      <w:pPr>
        <w:pStyle w:val="AnnexHead5"/>
        <w:suppressAutoHyphens/>
      </w:pPr>
      <w:r>
        <w:t>Example of Annex Head 5 style</w:t>
      </w:r>
    </w:p>
    <w:sectPr w:rsidR="00DF47E2" w:rsidRPr="00DF47E2" w:rsidSect="00CB1D11">
      <w:headerReference w:type="even" r:id="rId30"/>
      <w:headerReference w:type="default" r:id="rId31"/>
      <w:footerReference w:type="even" r:id="rId32"/>
      <w:headerReference w:type="first" r:id="rId33"/>
      <w:footerReference w:type="first" r:id="rId34"/>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31C85" w14:textId="77777777" w:rsidR="001B2982" w:rsidRDefault="001B2982" w:rsidP="003274DB">
      <w:r>
        <w:separator/>
      </w:r>
    </w:p>
    <w:p w14:paraId="249A0371" w14:textId="77777777" w:rsidR="001B2982" w:rsidRDefault="001B2982"/>
  </w:endnote>
  <w:endnote w:type="continuationSeparator" w:id="0">
    <w:p w14:paraId="0DEB29FB" w14:textId="77777777" w:rsidR="001B2982" w:rsidRDefault="001B2982" w:rsidP="003274DB">
      <w:r>
        <w:continuationSeparator/>
      </w:r>
    </w:p>
    <w:p w14:paraId="11B629C0" w14:textId="77777777" w:rsidR="001B2982" w:rsidRDefault="001B2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4090E" w14:textId="77777777" w:rsidR="00F96156" w:rsidRDefault="00F96156" w:rsidP="00EC7C87">
    <w:pPr>
      <w:pStyle w:val="Sidefod"/>
      <w:framePr w:wrap="none"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14:paraId="332C518D" w14:textId="77777777" w:rsidR="00F96156" w:rsidRDefault="00F96156" w:rsidP="00C907DF">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4641649D" w14:textId="77777777" w:rsidR="00F96156" w:rsidRDefault="00F96156" w:rsidP="00A97900">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55BDC56F" w14:textId="77777777" w:rsidR="00F96156" w:rsidRDefault="00F96156" w:rsidP="005378A6">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6C4C0A77" w14:textId="77777777" w:rsidR="00F96156" w:rsidRDefault="00F96156" w:rsidP="005378A6">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200F0" w14:textId="77777777" w:rsidR="00F96156" w:rsidRDefault="00F96156" w:rsidP="008747E0">
    <w:pPr>
      <w:pStyle w:val="Sidefod"/>
    </w:pPr>
    <w:r>
      <w:rPr>
        <w:noProof/>
        <w:lang w:val="da-DK" w:eastAsia="da-DK"/>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da-DK" w:eastAsia="da-DK"/>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F96156" w:rsidRPr="00ED2A8D" w:rsidRDefault="00F96156" w:rsidP="008747E0">
    <w:pPr>
      <w:pStyle w:val="Sidefod"/>
    </w:pPr>
  </w:p>
  <w:p w14:paraId="3BE57E7C" w14:textId="77777777" w:rsidR="00F96156" w:rsidRPr="00ED2A8D" w:rsidRDefault="00F96156" w:rsidP="002735DD">
    <w:pPr>
      <w:pStyle w:val="Sidefod"/>
      <w:tabs>
        <w:tab w:val="left" w:pos="1781"/>
      </w:tabs>
    </w:pPr>
    <w:r>
      <w:tab/>
    </w:r>
  </w:p>
  <w:p w14:paraId="6E3234A9" w14:textId="77777777" w:rsidR="00F96156" w:rsidRPr="00ED2A8D" w:rsidRDefault="00F96156" w:rsidP="008747E0">
    <w:pPr>
      <w:pStyle w:val="Sidefod"/>
    </w:pPr>
  </w:p>
  <w:p w14:paraId="171B1A87" w14:textId="77777777" w:rsidR="00F96156" w:rsidRPr="00ED2A8D" w:rsidRDefault="00F96156" w:rsidP="002735DD">
    <w:pPr>
      <w:pStyle w:val="Sidefod"/>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7CD2B" w14:textId="77777777" w:rsidR="00F96156" w:rsidRDefault="00F96156" w:rsidP="00525922">
    <w:r>
      <w:rPr>
        <w:noProof/>
        <w:lang w:val="da-DK" w:eastAsia="da-DK"/>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F96156" w:rsidRPr="00C907DF" w:rsidRDefault="00F96156" w:rsidP="00525922">
    <w:pPr>
      <w:rPr>
        <w:rStyle w:val="Sideta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F96156" w:rsidRPr="00525922" w:rsidRDefault="00F9615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Pr>
        <w:rStyle w:val="Sidetal"/>
        <w:noProof/>
        <w:szCs w:val="15"/>
      </w:rPr>
      <w:t>3</w:t>
    </w:r>
    <w:r w:rsidRPr="00C907DF">
      <w:rPr>
        <w:rStyle w:val="Sideta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CABF8" w14:textId="77777777" w:rsidR="00F96156" w:rsidRPr="00553815" w:rsidRDefault="00F96156" w:rsidP="00827301">
    <w:pPr>
      <w:pStyle w:val="Footerportrait"/>
    </w:pPr>
  </w:p>
  <w:p w14:paraId="1CBE1034" w14:textId="0F9B7656" w:rsidR="00F96156" w:rsidRPr="000D1024" w:rsidRDefault="00F96156" w:rsidP="00827301">
    <w:pPr>
      <w:pStyle w:val="Footerportrait"/>
      <w:rPr>
        <w:rStyle w:val="Sidetal"/>
        <w:szCs w:val="15"/>
      </w:rPr>
    </w:pPr>
    <w:fldSimple w:instr=" STYLEREF  &quot;Document type&quot;  \* MERGEFORMAT ">
      <w:r w:rsidR="004379B9">
        <w:t>IALA Guideline</w:t>
      </w:r>
    </w:fldSimple>
    <w:r w:rsidRPr="000D1024">
      <w:t xml:space="preserve"> </w:t>
    </w:r>
    <w:fldSimple w:instr=" STYLEREF &quot;Document number&quot; \* MERGEFORMAT ">
      <w:r w:rsidR="004379B9">
        <w:t>Gnnnn</w:t>
      </w:r>
    </w:fldSimple>
    <w:r w:rsidRPr="000D1024">
      <w:t xml:space="preserve"> </w:t>
    </w:r>
    <w:fldSimple w:instr=" STYLEREF &quot;Document name&quot; \* MERGEFORMAT ">
      <w:r w:rsidR="004379B9">
        <w:t>Buoy Tender requirements and spcification</w:t>
      </w:r>
    </w:fldSimple>
  </w:p>
  <w:p w14:paraId="42805CD4" w14:textId="5387638A" w:rsidR="00F96156" w:rsidRPr="00C907DF" w:rsidRDefault="00F96156" w:rsidP="00827301">
    <w:pPr>
      <w:pStyle w:val="Footerportrait"/>
    </w:pPr>
    <w:fldSimple w:instr=" STYLEREF &quot;Edition number&quot; \* MERGEFORMAT ">
      <w:r w:rsidR="004379B9">
        <w:t>Edition x.x</w:t>
      </w:r>
    </w:fldSimple>
    <w:r>
      <w:t xml:space="preserve"> </w:t>
    </w:r>
    <w:fldSimple w:instr=" STYLEREF  MRN  \* MERGEFORMAT ">
      <w:r w:rsidR="004379B9">
        <w:t>urn:mrn:iala:pub:gnnnn</w:t>
      </w:r>
    </w:fldSimple>
    <w:r w:rsidRPr="00C907DF">
      <w:tab/>
    </w:r>
    <w: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sidR="004379B9">
      <w:rPr>
        <w:rStyle w:val="Sidetal"/>
        <w:szCs w:val="15"/>
      </w:rPr>
      <w:t>12</w:t>
    </w:r>
    <w:r w:rsidRPr="00C907DF">
      <w:rPr>
        <w:rStyle w:val="Sideta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6DC2" w14:textId="77777777" w:rsidR="00F96156" w:rsidRPr="00553815" w:rsidRDefault="00F96156" w:rsidP="00827301">
    <w:pPr>
      <w:pStyle w:val="Footerportrait"/>
    </w:pPr>
  </w:p>
  <w:p w14:paraId="11A77AE7" w14:textId="77777777" w:rsidR="00F96156" w:rsidRPr="00C907DF" w:rsidRDefault="00F96156" w:rsidP="00827301">
    <w:pPr>
      <w:pStyle w:val="Footerportrait"/>
      <w:rPr>
        <w:rStyle w:val="Sidetal"/>
        <w:szCs w:val="15"/>
      </w:rPr>
    </w:pPr>
    <w:fldSimple w:instr=" STYLEREF &quot;Document type&quot; \* MERGEFORMAT ">
      <w:r>
        <w:t>IALA Guideline</w:t>
      </w:r>
    </w:fldSimple>
    <w:r w:rsidRPr="00C907DF">
      <w:t xml:space="preserve"> </w:t>
    </w:r>
    <w:fldSimple w:instr=" STYLEREF &quot;Document number&quot; \* MERGEFORMAT ">
      <w:r w:rsidRPr="000870E9">
        <w:rPr>
          <w:bCs/>
        </w:rPr>
        <w:t>Gnnnn</w:t>
      </w:r>
    </w:fldSimple>
    <w:r w:rsidRPr="00C907DF">
      <w:t xml:space="preserve"> </w:t>
    </w:r>
    <w:fldSimple w:instr=" STYLEREF &quot;Document name&quot; \* MERGEFORMAT ">
      <w:r w:rsidRPr="000870E9">
        <w:rPr>
          <w:b w:val="0"/>
          <w:bCs/>
        </w:rPr>
        <w:t>Guideline title</w:t>
      </w:r>
    </w:fldSimple>
  </w:p>
  <w:p w14:paraId="6122B812" w14:textId="77777777" w:rsidR="00F96156" w:rsidRPr="00525922" w:rsidRDefault="00F96156" w:rsidP="00827301">
    <w:pPr>
      <w:pStyle w:val="Footerportrait"/>
    </w:pPr>
    <w:fldSimple w:instr=" STYLEREF &quot;Edition number&quot; \* MERGEFORMAT ">
      <w:r>
        <w:t>Edition x.x</w:t>
      </w:r>
    </w:fldSimple>
    <w:r>
      <w:t xml:space="preserve"> </w:t>
    </w:r>
    <w:fldSimple w:instr=" STYLEREF  MRN  \* MERGEFORMAT ">
      <w:r>
        <w:t>urn:mrn:iala:pub:gnnnn</w:t>
      </w:r>
    </w:fldSimple>
    <w:r w:rsidRPr="00C907DF">
      <w:tab/>
    </w:r>
    <w: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Pr>
        <w:rStyle w:val="Sidetal"/>
        <w:szCs w:val="15"/>
      </w:rPr>
      <w:t>3</w:t>
    </w:r>
    <w:r w:rsidRPr="00C907DF">
      <w:rPr>
        <w:rStyle w:val="Sideta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F96156" w:rsidRDefault="00F96156" w:rsidP="00EC7C87">
    <w:pPr>
      <w:pStyle w:val="Sidefod"/>
      <w:framePr w:wrap="none"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14:paraId="0BF85F05" w14:textId="77777777" w:rsidR="00F96156" w:rsidRDefault="00F96156" w:rsidP="00C907DF">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5261F218" w14:textId="77777777" w:rsidR="00F96156" w:rsidRDefault="00F96156" w:rsidP="00A97900">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1291742A" w14:textId="77777777" w:rsidR="00F96156" w:rsidRDefault="00F96156" w:rsidP="005378A6">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712222E1" w14:textId="77777777" w:rsidR="00F96156" w:rsidRDefault="00F96156" w:rsidP="005378A6">
    <w:pPr>
      <w:pStyle w:val="Sidefod"/>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F96156" w:rsidRDefault="00F96156" w:rsidP="00525922">
    <w:r>
      <w:rPr>
        <w:noProof/>
        <w:lang w:val="da-DK" w:eastAsia="da-DK"/>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F96156" w:rsidRPr="00C907DF" w:rsidRDefault="00F96156" w:rsidP="00525922">
    <w:pPr>
      <w:rPr>
        <w:rStyle w:val="Sideta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F96156" w:rsidRPr="00525922" w:rsidRDefault="00F9615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Pr>
        <w:rStyle w:val="Sidetal"/>
        <w:noProof/>
        <w:szCs w:val="15"/>
      </w:rPr>
      <w:t>3</w:t>
    </w:r>
    <w:r w:rsidRPr="00C907DF">
      <w:rPr>
        <w:rStyle w:val="Sideta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42BB8" w14:textId="77777777" w:rsidR="001B2982" w:rsidRDefault="001B2982" w:rsidP="003274DB">
      <w:r>
        <w:separator/>
      </w:r>
    </w:p>
    <w:p w14:paraId="1E5DF01D" w14:textId="77777777" w:rsidR="001B2982" w:rsidRDefault="001B2982"/>
  </w:footnote>
  <w:footnote w:type="continuationSeparator" w:id="0">
    <w:p w14:paraId="39A4B483" w14:textId="77777777" w:rsidR="001B2982" w:rsidRDefault="001B2982" w:rsidP="003274DB">
      <w:r>
        <w:continuationSeparator/>
      </w:r>
    </w:p>
    <w:p w14:paraId="7EADE366" w14:textId="77777777" w:rsidR="001B2982" w:rsidRDefault="001B2982"/>
  </w:footnote>
  <w:footnote w:id="1">
    <w:p w14:paraId="3C3192EB" w14:textId="77777777" w:rsidR="00F96156" w:rsidRDefault="00F96156">
      <w:pPr>
        <w:pStyle w:val="Fodnotetekst"/>
      </w:pPr>
      <w:r>
        <w:rPr>
          <w:rStyle w:val="Fodnotehenvisning"/>
        </w:rPr>
        <w:footnoteRef/>
      </w:r>
      <w:r>
        <w:t xml:space="preserve"> Footnotes should be used sparingly.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23BD" w14:textId="77777777" w:rsidR="00F96156" w:rsidRDefault="00F96156">
    <w:pPr>
      <w:pStyle w:val="Sidehoved"/>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099"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77777777" w:rsidR="00F96156" w:rsidRDefault="00F96156">
    <w:pPr>
      <w:pStyle w:val="Sidehoved"/>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2070"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77777777" w:rsidR="00F96156" w:rsidRPr="00667792" w:rsidRDefault="00F96156" w:rsidP="00667792">
    <w:pPr>
      <w:pStyle w:val="Sidehoved"/>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da-DK" w:eastAsia="da-DK"/>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F96156" w:rsidRPr="00DF47E2" w:rsidRDefault="00F96156" w:rsidP="00DF47E2">
    <w:pPr>
      <w:pStyle w:val="Sidehoved"/>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77777777" w:rsidR="00F96156" w:rsidRDefault="00F96156">
    <w:pPr>
      <w:pStyle w:val="Sidehoved"/>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207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da-DK" w:eastAsia="da-DK"/>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F96156" w:rsidRDefault="00F96156">
    <w:pPr>
      <w:pStyle w:val="Sidehoved"/>
    </w:pPr>
  </w:p>
  <w:p w14:paraId="1BEDFCEC" w14:textId="77777777" w:rsidR="00F96156" w:rsidRDefault="00F9615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952E" w14:textId="77777777" w:rsidR="00F96156" w:rsidRDefault="00F96156" w:rsidP="00A87080">
    <w:pPr>
      <w:pStyle w:val="Sidehoved"/>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00"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da-DK" w:eastAsia="da-DK"/>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F96156" w:rsidRDefault="00F96156" w:rsidP="00A87080">
    <w:pPr>
      <w:pStyle w:val="Sidehoved"/>
    </w:pPr>
  </w:p>
  <w:p w14:paraId="5D71FE0F" w14:textId="77777777" w:rsidR="00F96156" w:rsidRDefault="00F96156" w:rsidP="00A87080">
    <w:pPr>
      <w:pStyle w:val="Sidehoved"/>
    </w:pPr>
  </w:p>
  <w:p w14:paraId="792C5C96" w14:textId="77777777" w:rsidR="00F96156" w:rsidRDefault="00F96156" w:rsidP="008747E0">
    <w:pPr>
      <w:pStyle w:val="Sidehoved"/>
    </w:pPr>
  </w:p>
  <w:p w14:paraId="35E8F036" w14:textId="77777777" w:rsidR="00F96156" w:rsidRDefault="00F96156" w:rsidP="008747E0">
    <w:pPr>
      <w:pStyle w:val="Sidehoved"/>
    </w:pPr>
  </w:p>
  <w:p w14:paraId="44541C10" w14:textId="77777777" w:rsidR="00F96156" w:rsidRDefault="00F96156" w:rsidP="008747E0">
    <w:pPr>
      <w:pStyle w:val="Sidehoved"/>
    </w:pPr>
    <w:r>
      <w:rPr>
        <w:noProof/>
        <w:lang w:val="da-DK" w:eastAsia="da-DK"/>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F96156" w:rsidRDefault="00F96156" w:rsidP="008747E0">
    <w:pPr>
      <w:pStyle w:val="Sidehoved"/>
    </w:pPr>
  </w:p>
  <w:p w14:paraId="54136A9C" w14:textId="77777777" w:rsidR="00F96156" w:rsidRPr="00ED2A8D" w:rsidRDefault="00F96156" w:rsidP="00A87080">
    <w:pPr>
      <w:pStyle w:val="Sidehoved"/>
    </w:pPr>
  </w:p>
  <w:p w14:paraId="07EDBC4A" w14:textId="77777777" w:rsidR="00F96156" w:rsidRPr="00ED2A8D" w:rsidRDefault="00F96156" w:rsidP="001349DB">
    <w:pPr>
      <w:pStyle w:val="Sidehove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08B4B" w14:textId="77777777" w:rsidR="00F96156" w:rsidRDefault="00F96156">
    <w:pPr>
      <w:pStyle w:val="Sidehoved"/>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098"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da-DK" w:eastAsia="da-DK"/>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F96156" w:rsidRDefault="00F96156">
    <w:pPr>
      <w:pStyle w:val="Sidehoved"/>
    </w:pPr>
  </w:p>
  <w:p w14:paraId="001126A5" w14:textId="77777777" w:rsidR="00F96156" w:rsidRDefault="00F96156">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53E97" w14:textId="77777777" w:rsidR="00F96156" w:rsidRDefault="00F96156">
    <w:pPr>
      <w:pStyle w:val="Sidehoved"/>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B94E" w14:textId="77777777" w:rsidR="00F96156" w:rsidRPr="00ED2A8D" w:rsidRDefault="00F96156" w:rsidP="0010529E">
    <w:pPr>
      <w:pStyle w:val="Sidehoved"/>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da-DK" w:eastAsia="da-DK"/>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F96156" w:rsidRPr="00ED2A8D" w:rsidRDefault="00F96156" w:rsidP="008747E0">
    <w:pPr>
      <w:pStyle w:val="Sidehoved"/>
    </w:pPr>
  </w:p>
  <w:p w14:paraId="0E6A72B2" w14:textId="77777777" w:rsidR="00F96156" w:rsidRDefault="00F96156" w:rsidP="008747E0">
    <w:pPr>
      <w:pStyle w:val="Sidehoved"/>
    </w:pPr>
  </w:p>
  <w:p w14:paraId="24BEBDA1" w14:textId="77777777" w:rsidR="00F96156" w:rsidRDefault="00F96156" w:rsidP="008747E0">
    <w:pPr>
      <w:pStyle w:val="Sidehoved"/>
    </w:pPr>
  </w:p>
  <w:p w14:paraId="447D8E59" w14:textId="77777777" w:rsidR="00F96156" w:rsidRDefault="00F96156" w:rsidP="008747E0">
    <w:pPr>
      <w:pStyle w:val="Sidehoved"/>
    </w:pPr>
  </w:p>
  <w:p w14:paraId="1FCAC367" w14:textId="77777777" w:rsidR="00F96156" w:rsidRPr="00441393" w:rsidRDefault="00F96156" w:rsidP="00441393">
    <w:pPr>
      <w:pStyle w:val="Contents"/>
    </w:pPr>
    <w:r>
      <w:t>DOCUMENT REVISION</w:t>
    </w:r>
  </w:p>
  <w:p w14:paraId="40B6FC71" w14:textId="77777777" w:rsidR="00F96156" w:rsidRPr="00ED2A8D" w:rsidRDefault="00F96156" w:rsidP="008747E0">
    <w:pPr>
      <w:pStyle w:val="Sidehoved"/>
    </w:pPr>
  </w:p>
  <w:p w14:paraId="46FF5377" w14:textId="77777777" w:rsidR="00F96156" w:rsidRPr="00AC33A2" w:rsidRDefault="00F96156" w:rsidP="0078486B">
    <w:pPr>
      <w:pStyle w:val="Sidehove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4F94" w14:textId="77777777" w:rsidR="00F96156" w:rsidRDefault="00F96156">
    <w:pPr>
      <w:pStyle w:val="Sidehoved"/>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79A8" w14:textId="77777777" w:rsidR="00F96156" w:rsidRDefault="00F96156">
    <w:pPr>
      <w:pStyle w:val="Sidehoved"/>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D3C" w14:textId="77777777" w:rsidR="00F96156" w:rsidRPr="00ED2A8D" w:rsidRDefault="00F96156" w:rsidP="008747E0">
    <w:pPr>
      <w:pStyle w:val="Sidehoved"/>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da-DK" w:eastAsia="da-DK"/>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F96156" w:rsidRPr="00ED2A8D" w:rsidRDefault="00F96156" w:rsidP="008747E0">
    <w:pPr>
      <w:pStyle w:val="Sidehoved"/>
    </w:pPr>
  </w:p>
  <w:p w14:paraId="01929C87" w14:textId="77777777" w:rsidR="00F96156" w:rsidRDefault="00F96156" w:rsidP="008747E0">
    <w:pPr>
      <w:pStyle w:val="Sidehoved"/>
    </w:pPr>
  </w:p>
  <w:p w14:paraId="708B9053" w14:textId="77777777" w:rsidR="00F96156" w:rsidRDefault="00F96156" w:rsidP="008747E0">
    <w:pPr>
      <w:pStyle w:val="Sidehoved"/>
    </w:pPr>
  </w:p>
  <w:p w14:paraId="352CC394" w14:textId="77777777" w:rsidR="00F96156" w:rsidRDefault="00F96156" w:rsidP="008747E0">
    <w:pPr>
      <w:pStyle w:val="Sidehoved"/>
    </w:pPr>
  </w:p>
  <w:p w14:paraId="1157DAB6" w14:textId="77777777" w:rsidR="00F96156" w:rsidRPr="00441393" w:rsidRDefault="00F96156" w:rsidP="00441393">
    <w:pPr>
      <w:pStyle w:val="Contents"/>
    </w:pPr>
    <w:r>
      <w:t>CONTENTS</w:t>
    </w:r>
  </w:p>
  <w:p w14:paraId="726E38B4" w14:textId="77777777" w:rsidR="00F96156" w:rsidRDefault="00F96156" w:rsidP="0078486B">
    <w:pPr>
      <w:pStyle w:val="Sidehoved"/>
      <w:spacing w:line="140" w:lineRule="exact"/>
    </w:pPr>
  </w:p>
  <w:p w14:paraId="09824143" w14:textId="77777777" w:rsidR="00F96156" w:rsidRPr="00AC33A2" w:rsidRDefault="00F96156" w:rsidP="0078486B">
    <w:pPr>
      <w:pStyle w:val="Sidehove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88EC" w14:textId="77777777" w:rsidR="00F96156" w:rsidRPr="00ED2A8D" w:rsidRDefault="00F96156" w:rsidP="00C716E5">
    <w:pPr>
      <w:pStyle w:val="Sidehoved"/>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da-DK" w:eastAsia="da-DK"/>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F96156" w:rsidRPr="00ED2A8D" w:rsidRDefault="00F96156" w:rsidP="00C716E5">
    <w:pPr>
      <w:pStyle w:val="Sidehoved"/>
    </w:pPr>
  </w:p>
  <w:p w14:paraId="6FE1FDA0" w14:textId="77777777" w:rsidR="00F96156" w:rsidRDefault="00F96156" w:rsidP="00C716E5">
    <w:pPr>
      <w:pStyle w:val="Sidehoved"/>
    </w:pPr>
  </w:p>
  <w:p w14:paraId="4BCBDC5C" w14:textId="77777777" w:rsidR="00F96156" w:rsidRDefault="00F96156" w:rsidP="00C716E5">
    <w:pPr>
      <w:pStyle w:val="Sidehoved"/>
    </w:pPr>
  </w:p>
  <w:p w14:paraId="66D18B5D" w14:textId="77777777" w:rsidR="00F96156" w:rsidRDefault="00F96156" w:rsidP="00C716E5">
    <w:pPr>
      <w:pStyle w:val="Sidehoved"/>
    </w:pPr>
  </w:p>
  <w:p w14:paraId="0FDC55BD" w14:textId="77777777" w:rsidR="00F96156" w:rsidRPr="00441393" w:rsidRDefault="00F96156" w:rsidP="00C716E5">
    <w:pPr>
      <w:pStyle w:val="Contents"/>
    </w:pPr>
    <w:r>
      <w:t>CONTENTS</w:t>
    </w:r>
  </w:p>
  <w:p w14:paraId="12D1FD2B" w14:textId="77777777" w:rsidR="00F96156" w:rsidRPr="00ED2A8D" w:rsidRDefault="00F96156" w:rsidP="00C716E5">
    <w:pPr>
      <w:pStyle w:val="Sidehoved"/>
    </w:pPr>
  </w:p>
  <w:p w14:paraId="1CEA155E" w14:textId="77777777" w:rsidR="00F96156" w:rsidRPr="00AC33A2" w:rsidRDefault="00F96156" w:rsidP="00C716E5">
    <w:pPr>
      <w:pStyle w:val="Sidehoved"/>
      <w:spacing w:line="140" w:lineRule="exact"/>
    </w:pPr>
  </w:p>
  <w:p w14:paraId="5B427A35" w14:textId="77777777" w:rsidR="00F96156" w:rsidRDefault="00F96156">
    <w:pPr>
      <w:pStyle w:val="Sidehoved"/>
    </w:pPr>
    <w:r>
      <w:rPr>
        <w:noProof/>
        <w:lang w:val="da-DK" w:eastAsia="da-DK"/>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Opstilling-talellerbogst"/>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2A0166"/>
    <w:multiLevelType w:val="hybridMultilevel"/>
    <w:tmpl w:val="832A6C1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6AE4149"/>
    <w:multiLevelType w:val="hybridMultilevel"/>
    <w:tmpl w:val="A1D01D2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31"/>
  </w:num>
  <w:num w:numId="3">
    <w:abstractNumId w:val="11"/>
  </w:num>
  <w:num w:numId="4">
    <w:abstractNumId w:val="17"/>
  </w:num>
  <w:num w:numId="5">
    <w:abstractNumId w:val="12"/>
  </w:num>
  <w:num w:numId="6">
    <w:abstractNumId w:val="16"/>
  </w:num>
  <w:num w:numId="7">
    <w:abstractNumId w:val="21"/>
  </w:num>
  <w:num w:numId="8">
    <w:abstractNumId w:val="10"/>
  </w:num>
  <w:num w:numId="9">
    <w:abstractNumId w:val="15"/>
  </w:num>
  <w:num w:numId="10">
    <w:abstractNumId w:val="7"/>
  </w:num>
  <w:num w:numId="11">
    <w:abstractNumId w:val="27"/>
  </w:num>
  <w:num w:numId="12">
    <w:abstractNumId w:val="29"/>
  </w:num>
  <w:num w:numId="13">
    <w:abstractNumId w:val="13"/>
  </w:num>
  <w:num w:numId="14">
    <w:abstractNumId w:val="30"/>
  </w:num>
  <w:num w:numId="15">
    <w:abstractNumId w:val="14"/>
  </w:num>
  <w:num w:numId="16">
    <w:abstractNumId w:val="26"/>
  </w:num>
  <w:num w:numId="17">
    <w:abstractNumId w:val="20"/>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27"/>
  </w:num>
  <w:num w:numId="27">
    <w:abstractNumId w:val="25"/>
  </w:num>
  <w:num w:numId="28">
    <w:abstractNumId w:val="23"/>
  </w:num>
  <w:num w:numId="29">
    <w:abstractNumId w:val="31"/>
  </w:num>
  <w:num w:numId="30">
    <w:abstractNumId w:val="29"/>
  </w:num>
  <w:num w:numId="31">
    <w:abstractNumId w:val="30"/>
  </w:num>
  <w:num w:numId="32">
    <w:abstractNumId w:val="28"/>
  </w:num>
  <w:num w:numId="33">
    <w:abstractNumId w:val="28"/>
  </w:num>
  <w:num w:numId="34">
    <w:abstractNumId w:val="27"/>
  </w:num>
  <w:num w:numId="35">
    <w:abstractNumId w:val="27"/>
  </w:num>
  <w:num w:numId="36">
    <w:abstractNumId w:val="27"/>
  </w:num>
  <w:num w:numId="37">
    <w:abstractNumId w:val="27"/>
  </w:num>
  <w:num w:numId="38">
    <w:abstractNumId w:val="27"/>
  </w:num>
  <w:num w:numId="39">
    <w:abstractNumId w:val="1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9"/>
  </w:num>
  <w:num w:numId="46">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1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E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73B9"/>
    <w:rsid w:val="001B1EF6"/>
    <w:rsid w:val="001B2982"/>
    <w:rsid w:val="001B2A35"/>
    <w:rsid w:val="001B339A"/>
    <w:rsid w:val="001B4179"/>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765B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379B9"/>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CC1"/>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3B32"/>
    <w:rsid w:val="005F4BA4"/>
    <w:rsid w:val="005F7025"/>
    <w:rsid w:val="00600C2B"/>
    <w:rsid w:val="00606A1F"/>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19A9"/>
    <w:rsid w:val="00816F79"/>
    <w:rsid w:val="008172F8"/>
    <w:rsid w:val="00820C2C"/>
    <w:rsid w:val="008217F8"/>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6B0E"/>
    <w:rsid w:val="00A37755"/>
    <w:rsid w:val="00A4308C"/>
    <w:rsid w:val="00A43432"/>
    <w:rsid w:val="00A44836"/>
    <w:rsid w:val="00A524B5"/>
    <w:rsid w:val="00A53E1D"/>
    <w:rsid w:val="00A549B3"/>
    <w:rsid w:val="00A56184"/>
    <w:rsid w:val="00A66081"/>
    <w:rsid w:val="00A67954"/>
    <w:rsid w:val="00A72893"/>
    <w:rsid w:val="00A72ED7"/>
    <w:rsid w:val="00A75B20"/>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197E"/>
    <w:rsid w:val="00B73463"/>
    <w:rsid w:val="00B75110"/>
    <w:rsid w:val="00B90123"/>
    <w:rsid w:val="00B9016D"/>
    <w:rsid w:val="00B92476"/>
    <w:rsid w:val="00B97794"/>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96156"/>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53815"/>
    <w:pPr>
      <w:spacing w:after="0" w:line="216" w:lineRule="atLeast"/>
    </w:pPr>
    <w:rPr>
      <w:sz w:val="18"/>
      <w:lang w:val="en-GB"/>
    </w:rPr>
  </w:style>
  <w:style w:type="paragraph" w:styleId="Overskrift1">
    <w:name w:val="heading 1"/>
    <w:next w:val="Heading1separationline"/>
    <w:link w:val="Overskrift1Tegn"/>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586C66"/>
    <w:pPr>
      <w:numPr>
        <w:ilvl w:val="1"/>
      </w:numPr>
      <w:ind w:right="709"/>
      <w:outlineLvl w:val="1"/>
    </w:pPr>
    <w:rPr>
      <w:bCs w:val="0"/>
      <w:sz w:val="24"/>
    </w:rPr>
  </w:style>
  <w:style w:type="paragraph" w:styleId="Overskrift3">
    <w:name w:val="heading 3"/>
    <w:basedOn w:val="Overskrift2"/>
    <w:next w:val="Brdtekst"/>
    <w:link w:val="Overskrift3Tegn"/>
    <w:qFormat/>
    <w:rsid w:val="000418CA"/>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0418CA"/>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0418CA"/>
    <w:pPr>
      <w:numPr>
        <w:ilvl w:val="4"/>
      </w:numPr>
      <w:spacing w:before="200"/>
      <w:ind w:left="1701" w:hanging="1701"/>
      <w:outlineLvl w:val="4"/>
    </w:pPr>
    <w:rPr>
      <w:b w:val="0"/>
    </w:rPr>
  </w:style>
  <w:style w:type="paragraph" w:styleId="Overskrift6">
    <w:name w:val="heading 6"/>
    <w:basedOn w:val="Normal"/>
    <w:next w:val="Normal"/>
    <w:link w:val="Overskrift6Teg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link w:val="SidehovedTegn"/>
    <w:rsid w:val="00380350"/>
    <w:pPr>
      <w:spacing w:after="0" w:line="240" w:lineRule="exact"/>
    </w:pPr>
    <w:rPr>
      <w:sz w:val="20"/>
      <w:lang w:val="en-GB"/>
    </w:rPr>
  </w:style>
  <w:style w:type="character" w:customStyle="1" w:styleId="SidehovedTegn">
    <w:name w:val="Sidehoved Tegn"/>
    <w:basedOn w:val="Standardskrifttypeiafsnit"/>
    <w:link w:val="Sidehoved"/>
    <w:rsid w:val="00380350"/>
    <w:rPr>
      <w:sz w:val="20"/>
      <w:lang w:val="en-GB"/>
    </w:rPr>
  </w:style>
  <w:style w:type="paragraph" w:styleId="Sidefod">
    <w:name w:val="footer"/>
    <w:link w:val="SidefodTegn"/>
    <w:rsid w:val="00CF49CC"/>
    <w:pPr>
      <w:spacing w:after="0" w:line="240" w:lineRule="exact"/>
    </w:pPr>
    <w:rPr>
      <w:sz w:val="20"/>
      <w:lang w:val="en-GB"/>
    </w:rPr>
  </w:style>
  <w:style w:type="character" w:customStyle="1" w:styleId="SidefodTegn">
    <w:name w:val="Sidefod Tegn"/>
    <w:basedOn w:val="Standardskrifttypeiafsnit"/>
    <w:link w:val="Sidefod"/>
    <w:rsid w:val="00CF49CC"/>
    <w:rPr>
      <w:sz w:val="20"/>
      <w:lang w:val="en-GB"/>
    </w:rPr>
  </w:style>
  <w:style w:type="paragraph" w:styleId="Markeringsbobletekst">
    <w:name w:val="Balloon Text"/>
    <w:basedOn w:val="Normal"/>
    <w:link w:val="MarkeringsbobletekstTegn"/>
    <w:rsid w:val="00EB6F3C"/>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EB6F3C"/>
    <w:rPr>
      <w:rFonts w:ascii="Tahoma" w:hAnsi="Tahoma" w:cs="Tahoma"/>
      <w:sz w:val="16"/>
      <w:szCs w:val="16"/>
      <w:lang w:val="en-US"/>
    </w:rPr>
  </w:style>
  <w:style w:type="table" w:styleId="Tabel-Gitter">
    <w:name w:val="Table Grid"/>
    <w:basedOn w:val="Tabel-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typeiafsnit"/>
    <w:link w:val="Overskrift1"/>
    <w:rsid w:val="00586C66"/>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typeiafsnit"/>
    <w:link w:val="Overskrift2"/>
    <w:rsid w:val="00586C66"/>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typeiafsnit"/>
    <w:link w:val="Overskrift3"/>
    <w:rsid w:val="000418CA"/>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typeiafsnit"/>
    <w:link w:val="Overskrift4"/>
    <w:rsid w:val="000418CA"/>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typeiafsnit"/>
    <w:link w:val="Overskrift5"/>
    <w:rsid w:val="000418CA"/>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typeiafsni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typeiafsni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typeiafsni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typeiafsni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efod"/>
    <w:next w:val="Ing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ehoved"/>
    <w:rsid w:val="00441393"/>
    <w:pPr>
      <w:pBdr>
        <w:bottom w:val="single" w:sz="8" w:space="12" w:color="00558C" w:themeColor="accent1"/>
      </w:pBdr>
      <w:spacing w:before="100" w:line="560" w:lineRule="exact"/>
    </w:pPr>
    <w:rPr>
      <w:b/>
      <w:caps/>
      <w:color w:val="009FE3" w:themeColor="accent2"/>
      <w:sz w:val="56"/>
      <w:szCs w:val="56"/>
    </w:rPr>
  </w:style>
  <w:style w:type="paragraph" w:styleId="Indholdsfortegnelse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dholdsfortegnelse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rdskrifttypeiafsnit"/>
    <w:uiPriority w:val="99"/>
    <w:unhideWhenUsed/>
    <w:rsid w:val="00201337"/>
    <w:rPr>
      <w:color w:val="00558C" w:themeColor="accent1"/>
      <w:u w:val="single"/>
    </w:rPr>
  </w:style>
  <w:style w:type="paragraph" w:styleId="Opstilling-talellerbogst3">
    <w:name w:val="List Number 3"/>
    <w:basedOn w:val="Normal"/>
    <w:uiPriority w:val="99"/>
    <w:unhideWhenUsed/>
    <w:rsid w:val="00F90461"/>
    <w:pPr>
      <w:contextualSpacing/>
    </w:pPr>
  </w:style>
  <w:style w:type="paragraph" w:styleId="Listeoverfigurer">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kygge1">
    <w:name w:val="Medium Shading 1"/>
    <w:basedOn w:val="Tabel-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ledtekst">
    <w:name w:val="caption"/>
    <w:basedOn w:val="Normal"/>
    <w:next w:val="Normal"/>
    <w:uiPriority w:val="35"/>
    <w:rsid w:val="008C33B5"/>
    <w:rPr>
      <w:b/>
      <w:bCs/>
      <w:i/>
      <w:color w:val="575756"/>
      <w:sz w:val="22"/>
      <w:u w:val="single"/>
    </w:rPr>
  </w:style>
  <w:style w:type="paragraph" w:styleId="Indholdsfortegnelse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krifttypeiafsni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rdteks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E5035D"/>
    <w:pPr>
      <w:numPr>
        <w:ilvl w:val="4"/>
      </w:numPr>
    </w:pPr>
    <w:rPr>
      <w:smallCaps w:val="0"/>
      <w:sz w:val="22"/>
    </w:rPr>
  </w:style>
  <w:style w:type="paragraph" w:customStyle="1" w:styleId="AppendixHead5">
    <w:name w:val="Appendix Head 5"/>
    <w:basedOn w:val="AppendixHead4"/>
    <w:next w:val="Brdtekst"/>
    <w:qFormat/>
    <w:rsid w:val="00A90AAC"/>
    <w:pPr>
      <w:ind w:left="1701" w:hanging="1701"/>
    </w:pPr>
    <w:rPr>
      <w:b w:val="0"/>
    </w:rPr>
  </w:style>
  <w:style w:type="paragraph" w:customStyle="1" w:styleId="Annex">
    <w:name w:val="Annex"/>
    <w:next w:val="Brdtekst"/>
    <w:link w:val="AnnexChar"/>
    <w:qFormat/>
    <w:rsid w:val="00E5035D"/>
    <w:pPr>
      <w:numPr>
        <w:numId w:val="3"/>
      </w:numPr>
      <w:spacing w:after="360"/>
    </w:pPr>
    <w:rPr>
      <w:b/>
      <w:caps/>
      <w:color w:val="00558C"/>
      <w:sz w:val="28"/>
      <w:lang w:val="en-GB"/>
    </w:rPr>
  </w:style>
  <w:style w:type="character" w:customStyle="1" w:styleId="AnnexChar">
    <w:name w:val="Annex Char"/>
    <w:basedOn w:val="Standardskrifttypeiafsni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kst">
    <w:name w:val="Body Text"/>
    <w:basedOn w:val="Normal"/>
    <w:link w:val="BrdtekstTegn"/>
    <w:unhideWhenUsed/>
    <w:qFormat/>
    <w:rsid w:val="00820C2C"/>
    <w:pPr>
      <w:spacing w:after="120"/>
      <w:jc w:val="both"/>
    </w:pPr>
    <w:rPr>
      <w:sz w:val="22"/>
    </w:rPr>
  </w:style>
  <w:style w:type="character" w:customStyle="1" w:styleId="BrdtekstTegn">
    <w:name w:val="Brødtekst Tegn"/>
    <w:basedOn w:val="Standardskrifttypeiafsnit"/>
    <w:link w:val="Brdtekst"/>
    <w:rsid w:val="00820C2C"/>
    <w:rPr>
      <w:lang w:val="en-GB"/>
    </w:rPr>
  </w:style>
  <w:style w:type="paragraph" w:customStyle="1" w:styleId="AnnexHead4">
    <w:name w:val="Annex Head 4"/>
    <w:basedOn w:val="AnnexHead3"/>
    <w:next w:val="Brdtekst"/>
    <w:qFormat/>
    <w:rsid w:val="000418CA"/>
    <w:pPr>
      <w:numPr>
        <w:ilvl w:val="3"/>
      </w:numPr>
    </w:pPr>
    <w:rPr>
      <w:smallCaps w:val="0"/>
      <w:sz w:val="22"/>
    </w:rPr>
  </w:style>
  <w:style w:type="paragraph" w:customStyle="1" w:styleId="AnnexHead5">
    <w:name w:val="Annex Head 5"/>
    <w:basedOn w:val="Normal"/>
    <w:next w:val="Brdteks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Kommentarhenvisning">
    <w:name w:val="annotation reference"/>
    <w:basedOn w:val="Standardskrifttypeiafsnit"/>
    <w:unhideWhenUsed/>
    <w:rsid w:val="00380350"/>
    <w:rPr>
      <w:noProof w:val="0"/>
      <w:sz w:val="18"/>
      <w:szCs w:val="18"/>
      <w:lang w:val="en-GB"/>
    </w:rPr>
  </w:style>
  <w:style w:type="paragraph" w:styleId="Kommentartekst">
    <w:name w:val="annotation text"/>
    <w:basedOn w:val="Normal"/>
    <w:link w:val="KommentartekstTegn"/>
    <w:unhideWhenUsed/>
    <w:rsid w:val="00380350"/>
    <w:pPr>
      <w:spacing w:line="240" w:lineRule="auto"/>
    </w:pPr>
    <w:rPr>
      <w:sz w:val="24"/>
      <w:szCs w:val="24"/>
    </w:rPr>
  </w:style>
  <w:style w:type="character" w:customStyle="1" w:styleId="KommentartekstTegn">
    <w:name w:val="Kommentartekst Tegn"/>
    <w:basedOn w:val="Standardskrifttypeiafsnit"/>
    <w:link w:val="Kommentartekst"/>
    <w:rsid w:val="00380350"/>
    <w:rPr>
      <w:sz w:val="24"/>
      <w:szCs w:val="24"/>
      <w:lang w:val="en-GB"/>
    </w:rPr>
  </w:style>
  <w:style w:type="paragraph" w:styleId="Kommentaremne">
    <w:name w:val="annotation subject"/>
    <w:basedOn w:val="Kommentartekst"/>
    <w:next w:val="Kommentartekst"/>
    <w:link w:val="KommentaremneTegn"/>
    <w:unhideWhenUsed/>
    <w:rsid w:val="00B70BD4"/>
    <w:rPr>
      <w:b/>
      <w:bCs/>
      <w:sz w:val="20"/>
      <w:szCs w:val="20"/>
    </w:rPr>
  </w:style>
  <w:style w:type="character" w:customStyle="1" w:styleId="KommentaremneTegn">
    <w:name w:val="Kommentaremne Tegn"/>
    <w:basedOn w:val="KommentartekstTegn"/>
    <w:link w:val="Kommentaremne"/>
    <w:rsid w:val="00B70BD4"/>
    <w:rPr>
      <w:b/>
      <w:bCs/>
      <w:sz w:val="20"/>
      <w:szCs w:val="20"/>
      <w:lang w:val="en-US"/>
    </w:rPr>
  </w:style>
  <w:style w:type="paragraph" w:styleId="Brdtekstindrykning3">
    <w:name w:val="Body Text Indent 3"/>
    <w:basedOn w:val="Normal"/>
    <w:link w:val="Brdtekstindrykning3Tegn"/>
    <w:semiHidden/>
    <w:unhideWhenUsed/>
    <w:rsid w:val="00CF49CC"/>
    <w:pPr>
      <w:spacing w:after="120"/>
      <w:ind w:left="360"/>
    </w:pPr>
    <w:rPr>
      <w:sz w:val="16"/>
      <w:szCs w:val="16"/>
    </w:rPr>
  </w:style>
  <w:style w:type="character" w:customStyle="1" w:styleId="Brdtekstindrykning3Tegn">
    <w:name w:val="Brødtekstindrykning 3 Tegn"/>
    <w:basedOn w:val="Standardskrifttypeiafsnit"/>
    <w:link w:val="Brdtekstindrykning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illedtekst"/>
    <w:next w:val="Brdtekst"/>
    <w:qFormat/>
    <w:rsid w:val="007A4FEF"/>
    <w:pPr>
      <w:numPr>
        <w:numId w:val="5"/>
      </w:numPr>
      <w:tabs>
        <w:tab w:val="left" w:pos="851"/>
      </w:tabs>
      <w:spacing w:before="240" w:after="240"/>
      <w:jc w:val="center"/>
    </w:pPr>
    <w:rPr>
      <w:b w:val="0"/>
      <w:u w:val="none"/>
    </w:rPr>
  </w:style>
  <w:style w:type="paragraph" w:styleId="Opstilling-talellerbogst">
    <w:name w:val="List Number"/>
    <w:basedOn w:val="Normal"/>
    <w:semiHidden/>
    <w:rsid w:val="006E10BF"/>
    <w:pPr>
      <w:numPr>
        <w:numId w:val="10"/>
      </w:numPr>
      <w:contextualSpacing/>
    </w:pPr>
  </w:style>
  <w:style w:type="paragraph" w:styleId="Indholdsfortegnelse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dnotetekst">
    <w:name w:val="footnote text"/>
    <w:basedOn w:val="Normal"/>
    <w:link w:val="FodnotetekstTegn"/>
    <w:uiPriority w:val="99"/>
    <w:unhideWhenUsed/>
    <w:rsid w:val="00332A7B"/>
    <w:pPr>
      <w:tabs>
        <w:tab w:val="left" w:pos="425"/>
      </w:tabs>
      <w:spacing w:line="240" w:lineRule="auto"/>
      <w:ind w:left="425" w:hanging="425"/>
    </w:pPr>
    <w:rPr>
      <w:szCs w:val="24"/>
      <w:vertAlign w:val="superscript"/>
    </w:rPr>
  </w:style>
  <w:style w:type="character" w:customStyle="1" w:styleId="FodnotetekstTegn">
    <w:name w:val="Fodnotetekst Tegn"/>
    <w:basedOn w:val="Standardskrifttypeiafsnit"/>
    <w:link w:val="Fodnotetekst"/>
    <w:uiPriority w:val="99"/>
    <w:rsid w:val="00332A7B"/>
    <w:rPr>
      <w:sz w:val="18"/>
      <w:szCs w:val="24"/>
      <w:vertAlign w:val="superscript"/>
      <w:lang w:val="en-GB"/>
    </w:rPr>
  </w:style>
  <w:style w:type="character" w:styleId="Fodnotehenvisning">
    <w:name w:val="footnote reference"/>
    <w:uiPriority w:val="99"/>
    <w:rsid w:val="00DD69FB"/>
    <w:rPr>
      <w:rFonts w:asciiTheme="minorHAnsi" w:hAnsiTheme="minorHAnsi"/>
      <w:sz w:val="20"/>
      <w:vertAlign w:val="superscript"/>
    </w:rPr>
  </w:style>
  <w:style w:type="character" w:styleId="Sideta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kelSektion">
    <w:name w:val="Outline List 3"/>
    <w:basedOn w:val="Ingenoversigt"/>
    <w:rsid w:val="006E10BF"/>
    <w:pPr>
      <w:numPr>
        <w:numId w:val="6"/>
      </w:numPr>
    </w:pPr>
  </w:style>
  <w:style w:type="paragraph" w:styleId="Indholdsfortegnelse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dholdsfortegnelse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dholdsfortegnelse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dholdsfortegnelse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dholdsfortegnelse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oversigt">
    <w:name w:val="Document Map"/>
    <w:basedOn w:val="Normal"/>
    <w:link w:val="Dokumentoversig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oversigtTegn">
    <w:name w:val="Dokumentoversigt Tegn"/>
    <w:basedOn w:val="Standardskrifttypeiafsnit"/>
    <w:link w:val="Dokumentoversigt"/>
    <w:rsid w:val="008972C3"/>
    <w:rPr>
      <w:rFonts w:ascii="Tahoma" w:eastAsia="Times New Roman" w:hAnsi="Tahoma" w:cs="Times New Roman"/>
      <w:sz w:val="20"/>
      <w:szCs w:val="24"/>
      <w:shd w:val="clear" w:color="auto" w:fill="000080"/>
      <w:lang w:val="de-DE" w:eastAsia="de-DE"/>
    </w:rPr>
  </w:style>
  <w:style w:type="character" w:styleId="Besgt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steoverfigurer"/>
    <w:rsid w:val="00257E4A"/>
    <w:pPr>
      <w:tabs>
        <w:tab w:val="left" w:pos="1134"/>
        <w:tab w:val="right" w:pos="9781"/>
      </w:tabs>
    </w:pPr>
  </w:style>
  <w:style w:type="character" w:styleId="Fremhv">
    <w:name w:val="Emphasis"/>
    <w:rsid w:val="008972C3"/>
    <w:rPr>
      <w:i/>
      <w:iCs/>
    </w:rPr>
  </w:style>
  <w:style w:type="character" w:styleId="HTML-c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el-Normal"/>
    <w:next w:val="Tabel-Git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typeiafsnit"/>
    <w:link w:val="Textedesaisie"/>
    <w:rsid w:val="00EA4F29"/>
    <w:rPr>
      <w:color w:val="000000" w:themeColor="text1"/>
      <w:lang w:val="en-GB"/>
    </w:rPr>
  </w:style>
  <w:style w:type="paragraph" w:customStyle="1" w:styleId="AnnexTablecaption">
    <w:name w:val="Annex Table caption"/>
    <w:basedOn w:val="Brdtekst"/>
    <w:qFormat/>
    <w:rsid w:val="002176C4"/>
    <w:pPr>
      <w:numPr>
        <w:numId w:val="41"/>
      </w:numPr>
      <w:jc w:val="center"/>
    </w:pPr>
    <w:rPr>
      <w:i/>
      <w:color w:val="00558C"/>
      <w:lang w:eastAsia="en-GB"/>
    </w:rPr>
  </w:style>
  <w:style w:type="paragraph" w:customStyle="1" w:styleId="Figurecaption">
    <w:name w:val="Figure caption"/>
    <w:basedOn w:val="Billedtekst"/>
    <w:next w:val="Brdtekst"/>
    <w:qFormat/>
    <w:rsid w:val="00DD69FB"/>
    <w:pPr>
      <w:numPr>
        <w:numId w:val="9"/>
      </w:numPr>
      <w:spacing w:before="240" w:after="240"/>
      <w:jc w:val="center"/>
    </w:pPr>
    <w:rPr>
      <w:b w:val="0"/>
      <w:u w:val="none"/>
    </w:rPr>
  </w:style>
  <w:style w:type="paragraph" w:styleId="Ingenafstand">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rdteks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dsholdertekst">
    <w:name w:val="Placeholder Text"/>
    <w:basedOn w:val="Standardskrifttypeiafsni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dholdsfortegnelse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Normal"/>
    <w:link w:val="TitelTegn"/>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Tegn">
    <w:name w:val="Titel Tegn"/>
    <w:basedOn w:val="Standardskrifttypeiafsnit"/>
    <w:link w:val="Titel"/>
    <w:rsid w:val="00693B1F"/>
    <w:rPr>
      <w:rFonts w:ascii="Arial" w:eastAsia="Times New Roman" w:hAnsi="Arial" w:cs="Arial"/>
      <w:b/>
      <w:bCs/>
      <w:kern w:val="28"/>
      <w:sz w:val="32"/>
      <w:szCs w:val="32"/>
      <w:lang w:val="en-GB" w:eastAsia="en-GB"/>
    </w:rPr>
  </w:style>
  <w:style w:type="paragraph" w:styleId="Korrektur">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krifttypeiafsni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krifttypeiafsni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rdtekst"/>
    <w:next w:val="Brdtekst"/>
    <w:link w:val="EquationChar"/>
    <w:qFormat/>
    <w:rsid w:val="00835EA0"/>
    <w:pPr>
      <w:numPr>
        <w:numId w:val="16"/>
      </w:numPr>
      <w:spacing w:before="60"/>
      <w:jc w:val="right"/>
    </w:pPr>
  </w:style>
  <w:style w:type="character" w:customStyle="1" w:styleId="EquationChar">
    <w:name w:val="Equation Char"/>
    <w:basedOn w:val="BrdtekstTegn"/>
    <w:link w:val="Equation"/>
    <w:rsid w:val="00835EA0"/>
    <w:rPr>
      <w:lang w:val="en-GB"/>
    </w:rPr>
  </w:style>
  <w:style w:type="paragraph" w:customStyle="1" w:styleId="Furtherreading">
    <w:name w:val="Further reading"/>
    <w:basedOn w:val="Brdtekst"/>
    <w:link w:val="FurtherreadingChar"/>
    <w:qFormat/>
    <w:rsid w:val="0022582A"/>
    <w:pPr>
      <w:numPr>
        <w:numId w:val="17"/>
      </w:numPr>
      <w:spacing w:before="60"/>
    </w:pPr>
  </w:style>
  <w:style w:type="character" w:customStyle="1" w:styleId="FurtherreadingChar">
    <w:name w:val="Further reading Char"/>
    <w:basedOn w:val="BrdtekstTegn"/>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rdtekstTegn"/>
    <w:link w:val="AnnexFigureCaption"/>
    <w:rsid w:val="002176C4"/>
    <w:rPr>
      <w:i/>
      <w:color w:val="00558C"/>
      <w:lang w:val="en-GB" w:eastAsia="en-GB"/>
    </w:rPr>
  </w:style>
  <w:style w:type="paragraph" w:styleId="Indeks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rdtekst"/>
    <w:next w:val="Brdtekst"/>
    <w:link w:val="EmphasisParagraphChar"/>
    <w:rsid w:val="00202CB2"/>
    <w:pPr>
      <w:ind w:left="425" w:right="709"/>
    </w:pPr>
    <w:rPr>
      <w:i/>
    </w:rPr>
  </w:style>
  <w:style w:type="character" w:customStyle="1" w:styleId="EmphasisParagraphChar">
    <w:name w:val="Emphasis Paragraph Char"/>
    <w:basedOn w:val="BrdtekstTegn"/>
    <w:link w:val="EmphasisParagraph"/>
    <w:rsid w:val="00202CB2"/>
    <w:rPr>
      <w:i/>
      <w:lang w:val="en-GB"/>
    </w:rPr>
  </w:style>
  <w:style w:type="paragraph" w:customStyle="1" w:styleId="Quotationparagraph">
    <w:name w:val="Quotation paragraph"/>
    <w:basedOn w:val="Brdtekst"/>
    <w:link w:val="QuotationparagraphChar"/>
    <w:qFormat/>
    <w:rsid w:val="00A800A9"/>
    <w:pPr>
      <w:suppressAutoHyphens/>
      <w:ind w:left="567" w:right="707"/>
    </w:pPr>
  </w:style>
  <w:style w:type="character" w:customStyle="1" w:styleId="QuotationparagraphChar">
    <w:name w:val="Quotation paragraph Char"/>
    <w:basedOn w:val="BrdtekstTegn"/>
    <w:link w:val="Quotationparagraph"/>
    <w:rsid w:val="00A800A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8.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png"/><Relationship Id="rId30" Type="http://schemas.openxmlformats.org/officeDocument/2006/relationships/header" Target="header10.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5416C7AD-642C-457B-B9E1-E4D918169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42</TotalTime>
  <Pages>1</Pages>
  <Words>2174</Words>
  <Characters>13263</Characters>
  <Application>Microsoft Office Word</Application>
  <DocSecurity>0</DocSecurity>
  <Lines>110</Lines>
  <Paragraphs>30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15407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Peter Dam</cp:lastModifiedBy>
  <cp:revision>10</cp:revision>
  <cp:lastPrinted>2020-11-25T08:30:00Z</cp:lastPrinted>
  <dcterms:created xsi:type="dcterms:W3CDTF">2025-10-21T12:40:00Z</dcterms:created>
  <dcterms:modified xsi:type="dcterms:W3CDTF">2025-10-21T13:21:00Z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